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212" w:rsidRPr="00530ADF" w:rsidRDefault="00741212" w:rsidP="00741212">
      <w:pPr>
        <w:pStyle w:val="Normaalweb"/>
        <w:rPr>
          <w:rFonts w:ascii="Arial" w:hAnsi="Arial" w:cs="Arial"/>
        </w:rPr>
      </w:pPr>
      <w:r w:rsidRPr="00BC7B85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198569C2" wp14:editId="2E36F91D">
            <wp:simplePos x="0" y="0"/>
            <wp:positionH relativeFrom="column">
              <wp:posOffset>5224780</wp:posOffset>
            </wp:positionH>
            <wp:positionV relativeFrom="paragraph">
              <wp:posOffset>-375920</wp:posOffset>
            </wp:positionV>
            <wp:extent cx="758190" cy="866775"/>
            <wp:effectExtent l="0" t="0" r="3810" b="9525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0ADF">
        <w:rPr>
          <w:rFonts w:ascii="Arial" w:hAnsi="Arial" w:cs="Arial"/>
        </w:rPr>
        <w:t xml:space="preserve">Urenverantwoording Buddy  </w:t>
      </w:r>
    </w:p>
    <w:p w:rsidR="00741212" w:rsidRPr="00530ADF" w:rsidRDefault="00741212" w:rsidP="00741212">
      <w:pPr>
        <w:pStyle w:val="Normaalweb"/>
        <w:rPr>
          <w:rFonts w:ascii="Arial" w:hAnsi="Arial" w:cs="Arial"/>
        </w:rPr>
      </w:pPr>
      <w:r w:rsidRPr="00530ADF">
        <w:rPr>
          <w:rFonts w:ascii="Arial" w:hAnsi="Arial" w:cs="Arial"/>
        </w:rPr>
        <w:t xml:space="preserve">Datum  Handtekening buddy  </w:t>
      </w:r>
    </w:p>
    <w:p w:rsidR="00741212" w:rsidRPr="00530ADF" w:rsidRDefault="00741212" w:rsidP="00741212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Datum:</w:t>
            </w: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Tijd:</w:t>
            </w: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1212" w:rsidTr="00B74531"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31" w:type="dxa"/>
          </w:tcPr>
          <w:p w:rsidR="00741212" w:rsidRDefault="00741212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41212" w:rsidRPr="00530ADF" w:rsidRDefault="00741212" w:rsidP="00741212">
      <w:pPr>
        <w:rPr>
          <w:rFonts w:ascii="Arial" w:hAnsi="Arial" w:cs="Arial"/>
          <w:sz w:val="24"/>
          <w:szCs w:val="24"/>
        </w:rPr>
      </w:pPr>
    </w:p>
    <w:p w:rsidR="00763EA8" w:rsidRDefault="00763EA8"/>
    <w:sectPr w:rsidR="0076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212"/>
    <w:rsid w:val="00357F1A"/>
    <w:rsid w:val="00741212"/>
    <w:rsid w:val="0076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121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41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74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121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41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74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6338E9EE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Jong,A. de</dc:creator>
  <cp:lastModifiedBy>Jong,A. de</cp:lastModifiedBy>
  <cp:revision>1</cp:revision>
  <dcterms:created xsi:type="dcterms:W3CDTF">2016-07-04T18:19:00Z</dcterms:created>
  <dcterms:modified xsi:type="dcterms:W3CDTF">2016-07-04T18:20:00Z</dcterms:modified>
</cp:coreProperties>
</file>