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9557F" w14:textId="77777777" w:rsidR="00846036" w:rsidRPr="00530ADF" w:rsidRDefault="00846036" w:rsidP="00846036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C7B85">
        <w:rPr>
          <w:rFonts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1CF752D4" wp14:editId="57313F32">
            <wp:simplePos x="0" y="0"/>
            <wp:positionH relativeFrom="column">
              <wp:posOffset>5481955</wp:posOffset>
            </wp:positionH>
            <wp:positionV relativeFrom="paragraph">
              <wp:posOffset>-566420</wp:posOffset>
            </wp:positionV>
            <wp:extent cx="758190" cy="866775"/>
            <wp:effectExtent l="0" t="0" r="3810" b="9525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0ADF">
        <w:rPr>
          <w:rFonts w:ascii="Arial" w:hAnsi="Arial" w:cs="Arial"/>
          <w:b/>
          <w:sz w:val="24"/>
          <w:szCs w:val="24"/>
        </w:rPr>
        <w:t xml:space="preserve">Beoordelingsformulier presentatie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46036" w:rsidRPr="00530ADF" w14:paraId="2CD216F1" w14:textId="77777777" w:rsidTr="00846036">
        <w:tc>
          <w:tcPr>
            <w:tcW w:w="9288" w:type="dxa"/>
          </w:tcPr>
          <w:p w14:paraId="7631CCB7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8771AD" w14:textId="77777777" w:rsidR="00846036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t xml:space="preserve">Beoordeling van de presentatie van: </w:t>
            </w:r>
          </w:p>
          <w:p w14:paraId="3A20FAF3" w14:textId="77777777" w:rsidR="00846036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……………………………………………………………………..</w:t>
            </w:r>
          </w:p>
          <w:p w14:paraId="1E4814EB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5750A4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t>Beoordeling door 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</w:t>
            </w:r>
          </w:p>
          <w:p w14:paraId="06BD722F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07"/>
        <w:gridCol w:w="4855"/>
      </w:tblGrid>
      <w:tr w:rsidR="00846036" w:rsidRPr="00530ADF" w14:paraId="40B2712C" w14:textId="77777777" w:rsidTr="00B74531">
        <w:tc>
          <w:tcPr>
            <w:tcW w:w="4219" w:type="dxa"/>
          </w:tcPr>
          <w:p w14:paraId="12C6F94A" w14:textId="77777777" w:rsidR="00846036" w:rsidRPr="00530ADF" w:rsidRDefault="00846036" w:rsidP="00B7453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30ADF">
              <w:rPr>
                <w:rFonts w:ascii="Arial" w:hAnsi="Arial" w:cs="Arial"/>
                <w:b/>
                <w:sz w:val="24"/>
                <w:szCs w:val="24"/>
              </w:rPr>
              <w:t>Criterium</w:t>
            </w:r>
          </w:p>
        </w:tc>
        <w:tc>
          <w:tcPr>
            <w:tcW w:w="4961" w:type="dxa"/>
          </w:tcPr>
          <w:p w14:paraId="76564846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b/>
                <w:sz w:val="24"/>
                <w:szCs w:val="24"/>
              </w:rPr>
              <w:t xml:space="preserve">Oordeel </w:t>
            </w:r>
            <w:r w:rsidRPr="00530ADF">
              <w:rPr>
                <w:rFonts w:ascii="Arial" w:hAnsi="Arial" w:cs="Arial"/>
                <w:sz w:val="24"/>
                <w:szCs w:val="24"/>
              </w:rPr>
              <w:t xml:space="preserve">4 = heel goed, 3 = goed, </w:t>
            </w:r>
          </w:p>
          <w:p w14:paraId="671F8EB4" w14:textId="77777777" w:rsidR="00846036" w:rsidRPr="00530ADF" w:rsidRDefault="00846036" w:rsidP="00B7453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t>2 = voldoende, 1 = niet goed</w:t>
            </w:r>
          </w:p>
        </w:tc>
      </w:tr>
      <w:tr w:rsidR="00846036" w:rsidRPr="00530ADF" w14:paraId="434068B5" w14:textId="77777777" w:rsidTr="00B74531">
        <w:tc>
          <w:tcPr>
            <w:tcW w:w="4219" w:type="dxa"/>
          </w:tcPr>
          <w:p w14:paraId="18AC8066" w14:textId="6BD24930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t>1. Is er een duidelijk</w:t>
            </w:r>
            <w:r w:rsidR="00DB018D">
              <w:rPr>
                <w:rFonts w:ascii="Arial" w:hAnsi="Arial" w:cs="Arial"/>
                <w:sz w:val="24"/>
                <w:szCs w:val="24"/>
              </w:rPr>
              <w:t xml:space="preserve">e opbouw in de presentatie? </w:t>
            </w:r>
          </w:p>
          <w:p w14:paraId="2CC6939C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14:paraId="5919973F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CC21FB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t xml:space="preserve">                 4             3             2            1</w:t>
            </w:r>
          </w:p>
        </w:tc>
      </w:tr>
      <w:tr w:rsidR="00846036" w:rsidRPr="00530ADF" w14:paraId="4CC340BA" w14:textId="77777777" w:rsidTr="00B74531">
        <w:tc>
          <w:tcPr>
            <w:tcW w:w="4219" w:type="dxa"/>
          </w:tcPr>
          <w:p w14:paraId="18FDCF62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t xml:space="preserve">2. Komen de volgende punten duidelijk naar voren: </w:t>
            </w:r>
          </w:p>
          <w:p w14:paraId="5C099E18" w14:textId="33052104" w:rsidR="00846036" w:rsidRDefault="00846036" w:rsidP="00846036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t>Wie is je buddy (stel je buddy voor in een typering</w:t>
            </w:r>
            <w:r w:rsidR="00DB018D">
              <w:rPr>
                <w:rFonts w:ascii="Arial" w:hAnsi="Arial" w:cs="Arial"/>
                <w:sz w:val="24"/>
                <w:szCs w:val="24"/>
              </w:rPr>
              <w:t xml:space="preserve"> naam, leeftijd, waar woont iemand nu ,achtergrond/geschiedenis, huidige situatie</w:t>
            </w:r>
            <w:r w:rsidRPr="00530ADF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66D073E3" w14:textId="335B40AC" w:rsidR="00DB018D" w:rsidRPr="00530ADF" w:rsidRDefault="00DB018D" w:rsidP="00846036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foto`s laten zien van het gemaakte levensboek. </w:t>
            </w:r>
          </w:p>
          <w:p w14:paraId="7802E119" w14:textId="77777777" w:rsidR="00846036" w:rsidRPr="00530ADF" w:rsidRDefault="00846036" w:rsidP="00846036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t>Wat kan ik (dit heb ik gedaan, activiteiten, welke begeleiding heb jij gegeven?)</w:t>
            </w:r>
          </w:p>
          <w:p w14:paraId="2188E13C" w14:textId="0D5A9F20" w:rsidR="00DB018D" w:rsidRPr="00DB018D" w:rsidRDefault="00DB018D" w:rsidP="00DB018D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vond ik leuk</w:t>
            </w:r>
            <w:r w:rsidR="00846036" w:rsidRPr="00530ADF">
              <w:rPr>
                <w:rFonts w:ascii="Arial" w:hAnsi="Arial" w:cs="Arial"/>
                <w:sz w:val="24"/>
                <w:szCs w:val="24"/>
              </w:rPr>
              <w:t xml:space="preserve"> (en wat </w:t>
            </w:r>
            <w:r>
              <w:rPr>
                <w:rFonts w:ascii="Arial" w:hAnsi="Arial" w:cs="Arial"/>
                <w:sz w:val="24"/>
                <w:szCs w:val="24"/>
              </w:rPr>
              <w:t xml:space="preserve">vond ik minder leuk, </w:t>
            </w:r>
            <w:r w:rsidR="00846036" w:rsidRPr="00530ADF">
              <w:rPr>
                <w:rFonts w:ascii="Arial" w:hAnsi="Arial" w:cs="Arial"/>
                <w:sz w:val="24"/>
                <w:szCs w:val="24"/>
              </w:rPr>
              <w:t xml:space="preserve">wat heb </w:t>
            </w:r>
            <w:r>
              <w:rPr>
                <w:rFonts w:ascii="Arial" w:hAnsi="Arial" w:cs="Arial"/>
                <w:sz w:val="24"/>
                <w:szCs w:val="24"/>
              </w:rPr>
              <w:t>ik</w:t>
            </w:r>
            <w:r w:rsidR="00846036" w:rsidRPr="00530ADF">
              <w:rPr>
                <w:rFonts w:ascii="Arial" w:hAnsi="Arial" w:cs="Arial"/>
                <w:sz w:val="24"/>
                <w:szCs w:val="24"/>
              </w:rPr>
              <w:t xml:space="preserve"> geleerd</w:t>
            </w:r>
            <w:r>
              <w:rPr>
                <w:rFonts w:ascii="Arial" w:hAnsi="Arial" w:cs="Arial"/>
                <w:sz w:val="24"/>
                <w:szCs w:val="24"/>
              </w:rPr>
              <w:t>, wat neem ik mee naar de stage</w:t>
            </w:r>
            <w:r w:rsidR="00846036" w:rsidRPr="00530ADF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22FE4FB0" w14:textId="7D4EB390" w:rsidR="00846036" w:rsidRDefault="00846036" w:rsidP="00846036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t xml:space="preserve">Is het voldoende interactief met de klas, afwisselend en leuk? </w:t>
            </w:r>
            <w:r w:rsidR="00DB018D">
              <w:rPr>
                <w:rFonts w:ascii="Arial" w:hAnsi="Arial" w:cs="Arial"/>
                <w:sz w:val="24"/>
                <w:szCs w:val="24"/>
              </w:rPr>
              <w:t>( denk bv aan promo filmpje van de instelling)</w:t>
            </w:r>
          </w:p>
          <w:p w14:paraId="4F4BA8B4" w14:textId="353E5AA6" w:rsidR="00DB018D" w:rsidRPr="00530ADF" w:rsidRDefault="00DB018D" w:rsidP="00846036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Duurt de presentatie tussen de 5-10 minuten? </w:t>
            </w:r>
          </w:p>
          <w:p w14:paraId="1143E583" w14:textId="68974EE9" w:rsidR="00846036" w:rsidRPr="00530ADF" w:rsidRDefault="00846036" w:rsidP="00B74531">
            <w:pPr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14:paraId="74C88C82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t xml:space="preserve">                 4             3             2            1</w:t>
            </w:r>
          </w:p>
        </w:tc>
      </w:tr>
      <w:tr w:rsidR="00846036" w:rsidRPr="00530ADF" w14:paraId="0062C871" w14:textId="77777777" w:rsidTr="00B74531">
        <w:tc>
          <w:tcPr>
            <w:tcW w:w="4219" w:type="dxa"/>
          </w:tcPr>
          <w:p w14:paraId="7996EFD1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t>3. Is haar/zijn  houding communicatief en open?</w:t>
            </w:r>
          </w:p>
          <w:p w14:paraId="2E7B135F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14:paraId="42A2F376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t xml:space="preserve">                 4             3             2            1</w:t>
            </w:r>
          </w:p>
        </w:tc>
      </w:tr>
      <w:tr w:rsidR="00846036" w:rsidRPr="00530ADF" w14:paraId="7AE800D7" w14:textId="77777777" w:rsidTr="00B74531">
        <w:tc>
          <w:tcPr>
            <w:tcW w:w="4219" w:type="dxa"/>
          </w:tcPr>
          <w:p w14:paraId="68B050F8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t xml:space="preserve">4. Is hij/ zij goed verstaanbaar? </w:t>
            </w:r>
          </w:p>
          <w:p w14:paraId="4F1F2398" w14:textId="77777777" w:rsidR="00846036" w:rsidRPr="00530ADF" w:rsidRDefault="00846036" w:rsidP="00846036">
            <w:p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lastRenderedPageBreak/>
              <w:t>(niet te hard, niet te zacht, niet te snel)</w:t>
            </w:r>
          </w:p>
        </w:tc>
        <w:tc>
          <w:tcPr>
            <w:tcW w:w="4961" w:type="dxa"/>
          </w:tcPr>
          <w:p w14:paraId="78A55CDA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         4             3             2            1</w:t>
            </w:r>
          </w:p>
        </w:tc>
      </w:tr>
      <w:tr w:rsidR="00846036" w:rsidRPr="00530ADF" w14:paraId="32BB435A" w14:textId="77777777" w:rsidTr="00B74531">
        <w:tc>
          <w:tcPr>
            <w:tcW w:w="4219" w:type="dxa"/>
          </w:tcPr>
          <w:p w14:paraId="31753CCE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t xml:space="preserve">5. Drukt hij/ zij zich goed uit (begrijpelijke woorden, goede zinnen, extra uitleg als nodig?) </w:t>
            </w:r>
          </w:p>
          <w:p w14:paraId="79AA78AF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14:paraId="1BE4C737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t xml:space="preserve">                 4             3             2            1</w:t>
            </w:r>
          </w:p>
        </w:tc>
      </w:tr>
      <w:tr w:rsidR="00846036" w:rsidRPr="00530ADF" w14:paraId="1AECA48B" w14:textId="77777777" w:rsidTr="00B74531">
        <w:tc>
          <w:tcPr>
            <w:tcW w:w="4219" w:type="dxa"/>
          </w:tcPr>
          <w:p w14:paraId="55139A47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t>6. Praat hij/ zij uit het hoofd? (aantekeningen erbij mag, maar voorlezen niet)</w:t>
            </w:r>
          </w:p>
        </w:tc>
        <w:tc>
          <w:tcPr>
            <w:tcW w:w="4961" w:type="dxa"/>
          </w:tcPr>
          <w:p w14:paraId="6C1273AD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t xml:space="preserve">                 4             3             2            1</w:t>
            </w:r>
          </w:p>
        </w:tc>
      </w:tr>
      <w:tr w:rsidR="00846036" w:rsidRPr="00530ADF" w14:paraId="21790DE2" w14:textId="77777777" w:rsidTr="00B74531">
        <w:tc>
          <w:tcPr>
            <w:tcW w:w="4219" w:type="dxa"/>
          </w:tcPr>
          <w:p w14:paraId="0371232B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t xml:space="preserve">7. Maakt ze goed gebruik van het bord, </w:t>
            </w:r>
            <w:proofErr w:type="spellStart"/>
            <w:r w:rsidRPr="00530ADF">
              <w:rPr>
                <w:rFonts w:ascii="Arial" w:hAnsi="Arial" w:cs="Arial"/>
                <w:sz w:val="24"/>
                <w:szCs w:val="24"/>
              </w:rPr>
              <w:t>powerpoint</w:t>
            </w:r>
            <w:proofErr w:type="spellEnd"/>
            <w:r w:rsidRPr="00530ADF">
              <w:rPr>
                <w:rFonts w:ascii="Arial" w:hAnsi="Arial" w:cs="Arial"/>
                <w:sz w:val="24"/>
                <w:szCs w:val="24"/>
              </w:rPr>
              <w:t xml:space="preserve"> of een ander hulpmiddel?</w:t>
            </w:r>
          </w:p>
        </w:tc>
        <w:tc>
          <w:tcPr>
            <w:tcW w:w="4961" w:type="dxa"/>
          </w:tcPr>
          <w:p w14:paraId="265EE4B7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sz w:val="24"/>
                <w:szCs w:val="24"/>
              </w:rPr>
              <w:t xml:space="preserve">                 4             3             2            1</w:t>
            </w:r>
          </w:p>
        </w:tc>
      </w:tr>
      <w:tr w:rsidR="00846036" w:rsidRPr="00530ADF" w14:paraId="0B2EAEFD" w14:textId="77777777" w:rsidTr="00B74531">
        <w:tc>
          <w:tcPr>
            <w:tcW w:w="4219" w:type="dxa"/>
          </w:tcPr>
          <w:p w14:paraId="3C1662EE" w14:textId="77777777" w:rsidR="00846036" w:rsidRPr="00530ADF" w:rsidRDefault="00846036" w:rsidP="00B7453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30ADF">
              <w:rPr>
                <w:rFonts w:ascii="Arial" w:hAnsi="Arial" w:cs="Arial"/>
                <w:b/>
                <w:sz w:val="24"/>
                <w:szCs w:val="24"/>
              </w:rPr>
              <w:t>Totaal</w:t>
            </w:r>
          </w:p>
          <w:p w14:paraId="41DE1768" w14:textId="77777777" w:rsidR="00846036" w:rsidRPr="00530ADF" w:rsidRDefault="00846036" w:rsidP="00B7453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034CD8C" w14:textId="77777777" w:rsidR="00846036" w:rsidRPr="00530ADF" w:rsidRDefault="00846036" w:rsidP="00B7453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4BE2265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14:paraId="0D3A2874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6036" w:rsidRPr="00530ADF" w14:paraId="6CD8C707" w14:textId="77777777" w:rsidTr="00B74531">
        <w:trPr>
          <w:trHeight w:val="528"/>
        </w:trPr>
        <w:tc>
          <w:tcPr>
            <w:tcW w:w="4219" w:type="dxa"/>
          </w:tcPr>
          <w:p w14:paraId="18FBE017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b/>
                <w:sz w:val="24"/>
                <w:szCs w:val="24"/>
              </w:rPr>
              <w:t xml:space="preserve">TIP </w:t>
            </w:r>
            <w:r w:rsidRPr="00530ADF">
              <w:rPr>
                <w:rFonts w:ascii="Arial" w:hAnsi="Arial" w:cs="Arial"/>
                <w:sz w:val="24"/>
                <w:szCs w:val="24"/>
              </w:rPr>
              <w:t>(wat kan beter?)</w:t>
            </w:r>
          </w:p>
          <w:p w14:paraId="11D088B8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19B913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DDCEE7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575092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14:paraId="2DBAA856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6036" w:rsidRPr="00530ADF" w14:paraId="3A3A039C" w14:textId="77777777" w:rsidTr="00B74531">
        <w:tc>
          <w:tcPr>
            <w:tcW w:w="4219" w:type="dxa"/>
          </w:tcPr>
          <w:p w14:paraId="535844F0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  <w:r w:rsidRPr="00530ADF">
              <w:rPr>
                <w:rFonts w:ascii="Arial" w:hAnsi="Arial" w:cs="Arial"/>
                <w:b/>
                <w:sz w:val="24"/>
                <w:szCs w:val="24"/>
              </w:rPr>
              <w:t>TOP</w:t>
            </w:r>
            <w:r w:rsidRPr="00530ADF">
              <w:rPr>
                <w:rFonts w:ascii="Arial" w:hAnsi="Arial" w:cs="Arial"/>
                <w:sz w:val="24"/>
                <w:szCs w:val="24"/>
              </w:rPr>
              <w:t xml:space="preserve"> (wat ging heel goed?)</w:t>
            </w:r>
          </w:p>
          <w:p w14:paraId="7C598C84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70A249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0E8797" w14:textId="77777777" w:rsidR="00846036" w:rsidRPr="00530ADF" w:rsidRDefault="00846036" w:rsidP="00B7453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67460C0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14:paraId="69B0AF17" w14:textId="77777777" w:rsidR="00846036" w:rsidRPr="00530ADF" w:rsidRDefault="00846036" w:rsidP="00B7453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A953FB" w14:textId="77777777" w:rsidR="00846036" w:rsidRPr="00530ADF" w:rsidRDefault="00846036" w:rsidP="00846036">
      <w:pPr>
        <w:rPr>
          <w:rFonts w:ascii="Arial" w:hAnsi="Arial" w:cs="Arial"/>
          <w:sz w:val="24"/>
          <w:szCs w:val="24"/>
        </w:rPr>
      </w:pPr>
    </w:p>
    <w:p w14:paraId="2107BBFF" w14:textId="77777777" w:rsidR="00846036" w:rsidRPr="00530ADF" w:rsidRDefault="00846036" w:rsidP="00846036">
      <w:pPr>
        <w:rPr>
          <w:rFonts w:ascii="Arial" w:hAnsi="Arial" w:cs="Arial"/>
          <w:sz w:val="24"/>
          <w:szCs w:val="24"/>
        </w:rPr>
      </w:pPr>
    </w:p>
    <w:p w14:paraId="40C3EA1F" w14:textId="77777777" w:rsidR="00846036" w:rsidRPr="00530ADF" w:rsidRDefault="00846036" w:rsidP="00846036">
      <w:pPr>
        <w:rPr>
          <w:rFonts w:ascii="Arial" w:hAnsi="Arial" w:cs="Arial"/>
          <w:b/>
          <w:sz w:val="24"/>
          <w:szCs w:val="24"/>
        </w:rPr>
      </w:pPr>
    </w:p>
    <w:p w14:paraId="36F981DA" w14:textId="77777777" w:rsidR="00763EA8" w:rsidRDefault="00763EA8"/>
    <w:sectPr w:rsidR="00763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E5792"/>
    <w:multiLevelType w:val="hybridMultilevel"/>
    <w:tmpl w:val="A05A291A"/>
    <w:lvl w:ilvl="0" w:tplc="11DEF6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58E9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9621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FE0F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C215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029B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7C16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F2E9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56E1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036"/>
    <w:rsid w:val="00357F1A"/>
    <w:rsid w:val="005B3D78"/>
    <w:rsid w:val="00763EA8"/>
    <w:rsid w:val="00846036"/>
    <w:rsid w:val="00AF2BC1"/>
    <w:rsid w:val="00DB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0949D"/>
  <w15:docId w15:val="{CCF4194D-BC30-4815-864D-1918A6334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4603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46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1467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Jong,A. de</dc:creator>
  <cp:lastModifiedBy>Astrid de Jong</cp:lastModifiedBy>
  <cp:revision>2</cp:revision>
  <dcterms:created xsi:type="dcterms:W3CDTF">2017-04-07T12:30:00Z</dcterms:created>
  <dcterms:modified xsi:type="dcterms:W3CDTF">2017-04-07T12:30:00Z</dcterms:modified>
</cp:coreProperties>
</file>