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B4" w:rsidRDefault="00C13AD7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4691380</wp:posOffset>
                </wp:positionH>
                <wp:positionV relativeFrom="paragraph">
                  <wp:posOffset>2862580</wp:posOffset>
                </wp:positionV>
                <wp:extent cx="704850" cy="152400"/>
                <wp:effectExtent l="0" t="0" r="76200" b="9525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369.4pt;margin-top:225.4pt;width:55.5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3434080</wp:posOffset>
                </wp:positionH>
                <wp:positionV relativeFrom="paragraph">
                  <wp:posOffset>3805555</wp:posOffset>
                </wp:positionV>
                <wp:extent cx="200025" cy="533400"/>
                <wp:effectExtent l="0" t="0" r="66675" b="5715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9" o:spid="_x0000_s1026" type="#_x0000_t32" style="position:absolute;margin-left:270.4pt;margin-top:299.65pt;width:15.75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3738880</wp:posOffset>
                </wp:positionV>
                <wp:extent cx="219075" cy="666750"/>
                <wp:effectExtent l="57150" t="0" r="28575" b="5715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666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8" o:spid="_x0000_s1026" type="#_x0000_t32" style="position:absolute;margin-left:154.15pt;margin-top:294.4pt;width:17.25pt;height:52.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3100705</wp:posOffset>
                </wp:positionV>
                <wp:extent cx="619125" cy="76200"/>
                <wp:effectExtent l="38100" t="19050" r="28575" b="952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125" cy="76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7" o:spid="_x0000_s1026" type="#_x0000_t32" style="position:absolute;margin-left:51.4pt;margin-top:244.15pt;width:48.75pt;height:6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1662430</wp:posOffset>
                </wp:positionV>
                <wp:extent cx="438150" cy="428625"/>
                <wp:effectExtent l="38100" t="38100" r="19050" b="28575"/>
                <wp:wrapNone/>
                <wp:docPr id="6" name="Rechte verbindingslijn met pij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150" cy="428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6" o:spid="_x0000_s1026" type="#_x0000_t32" style="position:absolute;margin-left:93.4pt;margin-top:130.9pt;width:34.5pt;height:33.7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1357630</wp:posOffset>
                </wp:positionV>
                <wp:extent cx="76200" cy="457200"/>
                <wp:effectExtent l="76200" t="38100" r="38100" b="19050"/>
                <wp:wrapNone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5" o:spid="_x0000_s1026" type="#_x0000_t32" style="position:absolute;margin-left:216.4pt;margin-top:106.9pt;width:6pt;height:36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1443355</wp:posOffset>
                </wp:positionV>
                <wp:extent cx="314325" cy="419100"/>
                <wp:effectExtent l="0" t="38100" r="47625" b="19050"/>
                <wp:wrapNone/>
                <wp:docPr id="2" name="Rechte verbindingslijn met pij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432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Rechte verbindingslijn met pijl 2" o:spid="_x0000_s1026" type="#_x0000_t32" style="position:absolute;margin-left:310.15pt;margin-top:113.65pt;width:24.75pt;height:33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2176780</wp:posOffset>
                </wp:positionV>
                <wp:extent cx="2638425" cy="1343025"/>
                <wp:effectExtent l="0" t="0" r="28575" b="28575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343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3AD7" w:rsidRPr="00C13AD7" w:rsidRDefault="00C13AD7" w:rsidP="00C13AD7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C13AD7">
                              <w:rPr>
                                <w:sz w:val="40"/>
                              </w:rPr>
                              <w:t>Protectiemaat</w:t>
                            </w:r>
                            <w:r>
                              <w:rPr>
                                <w:sz w:val="40"/>
                              </w:rPr>
                              <w:t xml:space="preserve"> </w:t>
                            </w:r>
                            <w:r w:rsidRPr="00C13AD7">
                              <w:rPr>
                                <w:sz w:val="40"/>
                              </w:rPr>
                              <w:t>regelen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1" o:spid="_x0000_s1026" style="position:absolute;margin-left:131.65pt;margin-top:171.4pt;width:207.75pt;height:10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" fillcolor="#4f81bd [3204]" strokecolor="#243f60 [1604]" strokeweight="2pt">
                <v:textbox>
                  <w:txbxContent>
                    <w:p w:rsidR="00C13AD7" w:rsidRPr="00C13AD7" w:rsidRDefault="00C13AD7" w:rsidP="00C13AD7">
                      <w:pPr>
                        <w:jc w:val="center"/>
                        <w:rPr>
                          <w:sz w:val="40"/>
                        </w:rPr>
                      </w:pPr>
                      <w:r w:rsidRPr="00C13AD7">
                        <w:rPr>
                          <w:sz w:val="40"/>
                        </w:rPr>
                        <w:t>Protectiemaat</w:t>
                      </w:r>
                      <w:r>
                        <w:rPr>
                          <w:sz w:val="40"/>
                        </w:rPr>
                        <w:t xml:space="preserve"> </w:t>
                      </w:r>
                      <w:r w:rsidRPr="00C13AD7">
                        <w:rPr>
                          <w:sz w:val="40"/>
                        </w:rPr>
                        <w:t>regelen</w:t>
                      </w:r>
                    </w:p>
                  </w:txbxContent>
                </v:textbox>
              </v:oval>
            </w:pict>
          </mc:Fallback>
        </mc:AlternateContent>
      </w:r>
    </w:p>
    <w:sectPr w:rsidR="00630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D7"/>
    <w:rsid w:val="006303B4"/>
    <w:rsid w:val="00BD1A0B"/>
    <w:rsid w:val="00C13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BD1A0B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rsid w:val="00BD1A0B"/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7F40CF32.dotm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PENTA college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2017-06-06T11:02:00Z</dcterms:created>
  <dcterms:modified xsi:type="dcterms:W3CDTF">2017-06-06T11:05:00Z</dcterms:modified>
</cp:coreProperties>
</file>