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F267C6" w14:textId="6760D249" w:rsidR="008839ED" w:rsidRPr="00596963" w:rsidRDefault="00AE2F09">
      <w:pPr>
        <w:rPr>
          <w:rFonts w:ascii="Bookman Old Style" w:hAnsi="Bookman Old Style"/>
        </w:rPr>
      </w:pPr>
      <w:r w:rsidRPr="00596963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8D2A10" wp14:editId="50726FAF">
                <wp:simplePos x="0" y="0"/>
                <wp:positionH relativeFrom="column">
                  <wp:posOffset>5672455</wp:posOffset>
                </wp:positionH>
                <wp:positionV relativeFrom="paragraph">
                  <wp:posOffset>1348105</wp:posOffset>
                </wp:positionV>
                <wp:extent cx="3000375" cy="1838325"/>
                <wp:effectExtent l="0" t="0" r="28575" b="28575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0375" cy="1838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C82B31" w14:textId="55444D3F" w:rsidR="00E64AC1" w:rsidRPr="00596963" w:rsidRDefault="001F7E98">
                            <w:pPr>
                              <w:rPr>
                                <w:rFonts w:ascii="Bookman Old Style" w:hAnsi="Bookman Old Style"/>
                              </w:rPr>
                            </w:pPr>
                            <w:r w:rsidRPr="00596963">
                              <w:rPr>
                                <w:rFonts w:ascii="Bookman Old Style" w:hAnsi="Bookman Old Style"/>
                              </w:rPr>
                              <w:t xml:space="preserve">Argument </w:t>
                            </w:r>
                            <w:r w:rsidR="00E64AC1" w:rsidRPr="00596963">
                              <w:rPr>
                                <w:rFonts w:ascii="Bookman Old Style" w:hAnsi="Bookman Old Style"/>
                              </w:rPr>
                              <w:t>1.</w:t>
                            </w:r>
                            <w:r w:rsidRPr="00596963">
                              <w:rPr>
                                <w:rFonts w:ascii="Bookman Old Style" w:hAnsi="Bookman Old Style"/>
                              </w:rPr>
                              <w:t>3</w:t>
                            </w:r>
                            <w:r w:rsidR="00AE2F09">
                              <w:rPr>
                                <w:rFonts w:ascii="Bookman Old Style" w:hAnsi="Bookman Old Style"/>
                              </w:rPr>
                              <w:t xml:space="preserve">. </w:t>
                            </w:r>
                          </w:p>
                          <w:p w14:paraId="0A2DC76D" w14:textId="77777777" w:rsidR="00E64AC1" w:rsidRPr="00596963" w:rsidRDefault="00E64AC1">
                            <w:pPr>
                              <w:rPr>
                                <w:rFonts w:ascii="Bookman Old Style" w:hAnsi="Bookman Old Style"/>
                              </w:rPr>
                            </w:pPr>
                            <w:r w:rsidRPr="00596963">
                              <w:rPr>
                                <w:rFonts w:ascii="Bookman Old Style" w:hAnsi="Bookman Old Style"/>
                              </w:rPr>
                              <w:t xml:space="preserve">Subargument 1.3.1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8D2A10" id="Rectangle 5" o:spid="_x0000_s1026" style="position:absolute;margin-left:446.65pt;margin-top:106.15pt;width:236.25pt;height:14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">
                <v:textbox>
                  <w:txbxContent>
                    <w:p w14:paraId="30C82B31" w14:textId="55444D3F" w:rsidR="00E64AC1" w:rsidRPr="00596963" w:rsidRDefault="001F7E98">
                      <w:pPr>
                        <w:rPr>
                          <w:rFonts w:ascii="Bookman Old Style" w:hAnsi="Bookman Old Style"/>
                        </w:rPr>
                      </w:pPr>
                      <w:r w:rsidRPr="00596963">
                        <w:rPr>
                          <w:rFonts w:ascii="Bookman Old Style" w:hAnsi="Bookman Old Style"/>
                        </w:rPr>
                        <w:t xml:space="preserve">Argument </w:t>
                      </w:r>
                      <w:r w:rsidR="00E64AC1" w:rsidRPr="00596963">
                        <w:rPr>
                          <w:rFonts w:ascii="Bookman Old Style" w:hAnsi="Bookman Old Style"/>
                        </w:rPr>
                        <w:t>1.</w:t>
                      </w:r>
                      <w:r w:rsidRPr="00596963">
                        <w:rPr>
                          <w:rFonts w:ascii="Bookman Old Style" w:hAnsi="Bookman Old Style"/>
                        </w:rPr>
                        <w:t>3</w:t>
                      </w:r>
                      <w:r w:rsidR="00AE2F09">
                        <w:rPr>
                          <w:rFonts w:ascii="Bookman Old Style" w:hAnsi="Bookman Old Style"/>
                        </w:rPr>
                        <w:t xml:space="preserve">. </w:t>
                      </w:r>
                    </w:p>
                    <w:p w14:paraId="0A2DC76D" w14:textId="77777777" w:rsidR="00E64AC1" w:rsidRPr="00596963" w:rsidRDefault="00E64AC1">
                      <w:pPr>
                        <w:rPr>
                          <w:rFonts w:ascii="Bookman Old Style" w:hAnsi="Bookman Old Style"/>
                        </w:rPr>
                      </w:pPr>
                      <w:r w:rsidRPr="00596963">
                        <w:rPr>
                          <w:rFonts w:ascii="Bookman Old Style" w:hAnsi="Bookman Old Style"/>
                        </w:rPr>
                        <w:t xml:space="preserve">Subargument 1.3.1 </w:t>
                      </w:r>
                    </w:p>
                  </w:txbxContent>
                </v:textbox>
              </v:rect>
            </w:pict>
          </mc:Fallback>
        </mc:AlternateContent>
      </w:r>
      <w:r w:rsidR="00A3577C" w:rsidRPr="00596963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3DB4790" wp14:editId="4B134B7C">
                <wp:simplePos x="0" y="0"/>
                <wp:positionH relativeFrom="column">
                  <wp:posOffset>-747395</wp:posOffset>
                </wp:positionH>
                <wp:positionV relativeFrom="paragraph">
                  <wp:posOffset>919480</wp:posOffset>
                </wp:positionV>
                <wp:extent cx="3000375" cy="2352675"/>
                <wp:effectExtent l="0" t="0" r="28575" b="2857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0375" cy="2352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8D5C53" w14:textId="1EC0E468" w:rsidR="00E64AC1" w:rsidRPr="00596963" w:rsidRDefault="001F7E98" w:rsidP="009551EE">
                            <w:pPr>
                              <w:spacing w:after="0"/>
                              <w:rPr>
                                <w:rFonts w:ascii="Bookman Old Style" w:hAnsi="Bookman Old Style"/>
                              </w:rPr>
                            </w:pPr>
                            <w:r w:rsidRPr="00596963">
                              <w:rPr>
                                <w:rFonts w:ascii="Bookman Old Style" w:hAnsi="Bookman Old Style"/>
                              </w:rPr>
                              <w:t xml:space="preserve">Argument </w:t>
                            </w:r>
                            <w:r w:rsidR="00E64AC1" w:rsidRPr="00596963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r w:rsidRPr="00596963">
                              <w:rPr>
                                <w:rFonts w:ascii="Bookman Old Style" w:hAnsi="Bookman Old Style"/>
                              </w:rPr>
                              <w:t>1</w:t>
                            </w:r>
                            <w:r w:rsidR="00E64AC1" w:rsidRPr="00596963">
                              <w:rPr>
                                <w:rFonts w:ascii="Bookman Old Style" w:hAnsi="Bookman Old Style"/>
                              </w:rPr>
                              <w:t>.1</w:t>
                            </w:r>
                            <w:r w:rsidRPr="00596963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</w:p>
                          <w:p w14:paraId="191BA67C" w14:textId="77777777" w:rsidR="00E64AC1" w:rsidRDefault="00E64AC1"/>
                          <w:p w14:paraId="54CE9DB7" w14:textId="77777777" w:rsidR="00E64AC1" w:rsidRPr="00596963" w:rsidRDefault="00E64AC1">
                            <w:pPr>
                              <w:rPr>
                                <w:rFonts w:ascii="Bookman Old Style" w:hAnsi="Bookman Old Style"/>
                              </w:rPr>
                            </w:pPr>
                            <w:r w:rsidRPr="00596963">
                              <w:rPr>
                                <w:rFonts w:ascii="Bookman Old Style" w:hAnsi="Bookman Old Style"/>
                              </w:rPr>
                              <w:t>Subargument 1.1.2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DB4790" id="Rectangle 3" o:spid="_x0000_s1027" style="position:absolute;margin-left:-58.85pt;margin-top:72.4pt;width:236.25pt;height:185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">
                <v:textbox>
                  <w:txbxContent>
                    <w:p w14:paraId="1B8D5C53" w14:textId="1EC0E468" w:rsidR="00E64AC1" w:rsidRPr="00596963" w:rsidRDefault="001F7E98" w:rsidP="009551EE">
                      <w:pPr>
                        <w:spacing w:after="0"/>
                        <w:rPr>
                          <w:rFonts w:ascii="Bookman Old Style" w:hAnsi="Bookman Old Style"/>
                        </w:rPr>
                      </w:pPr>
                      <w:r w:rsidRPr="00596963">
                        <w:rPr>
                          <w:rFonts w:ascii="Bookman Old Style" w:hAnsi="Bookman Old Style"/>
                        </w:rPr>
                        <w:t xml:space="preserve">Argument </w:t>
                      </w:r>
                      <w:r w:rsidR="00E64AC1" w:rsidRPr="00596963">
                        <w:rPr>
                          <w:rFonts w:ascii="Bookman Old Style" w:hAnsi="Bookman Old Style"/>
                        </w:rPr>
                        <w:t xml:space="preserve"> </w:t>
                      </w:r>
                      <w:r w:rsidRPr="00596963">
                        <w:rPr>
                          <w:rFonts w:ascii="Bookman Old Style" w:hAnsi="Bookman Old Style"/>
                        </w:rPr>
                        <w:t>1</w:t>
                      </w:r>
                      <w:r w:rsidR="00E64AC1" w:rsidRPr="00596963">
                        <w:rPr>
                          <w:rFonts w:ascii="Bookman Old Style" w:hAnsi="Bookman Old Style"/>
                        </w:rPr>
                        <w:t>.1</w:t>
                      </w:r>
                      <w:r w:rsidRPr="00596963">
                        <w:rPr>
                          <w:rFonts w:ascii="Bookman Old Style" w:hAnsi="Bookman Old Style"/>
                        </w:rPr>
                        <w:t xml:space="preserve"> </w:t>
                      </w:r>
                    </w:p>
                    <w:p w14:paraId="191BA67C" w14:textId="77777777" w:rsidR="00E64AC1" w:rsidRDefault="00E64AC1"/>
                    <w:p w14:paraId="54CE9DB7" w14:textId="77777777" w:rsidR="00E64AC1" w:rsidRPr="00596963" w:rsidRDefault="00E64AC1">
                      <w:pPr>
                        <w:rPr>
                          <w:rFonts w:ascii="Bookman Old Style" w:hAnsi="Bookman Old Style"/>
                        </w:rPr>
                      </w:pPr>
                      <w:r w:rsidRPr="00596963">
                        <w:rPr>
                          <w:rFonts w:ascii="Bookman Old Style" w:hAnsi="Bookman Old Style"/>
                        </w:rPr>
                        <w:t>Subargument 1.1.2</w:t>
                      </w:r>
                    </w:p>
                  </w:txbxContent>
                </v:textbox>
              </v:rect>
            </w:pict>
          </mc:Fallback>
        </mc:AlternateContent>
      </w:r>
      <w:r w:rsidR="00107711" w:rsidRPr="00596963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2939C2E" wp14:editId="293DA5FF">
                <wp:simplePos x="0" y="0"/>
                <wp:positionH relativeFrom="column">
                  <wp:posOffset>2567305</wp:posOffset>
                </wp:positionH>
                <wp:positionV relativeFrom="paragraph">
                  <wp:posOffset>1109979</wp:posOffset>
                </wp:positionV>
                <wp:extent cx="3000375" cy="2162175"/>
                <wp:effectExtent l="0" t="0" r="28575" b="2857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0375" cy="2162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E62633" w14:textId="690739E1" w:rsidR="00E64AC1" w:rsidRPr="00596963" w:rsidRDefault="001F7E98">
                            <w:pPr>
                              <w:rPr>
                                <w:rFonts w:ascii="Bookman Old Style" w:hAnsi="Bookman Old Style"/>
                              </w:rPr>
                            </w:pPr>
                            <w:r w:rsidRPr="00596963">
                              <w:rPr>
                                <w:rFonts w:ascii="Bookman Old Style" w:hAnsi="Bookman Old Style"/>
                              </w:rPr>
                              <w:t xml:space="preserve">Argument </w:t>
                            </w:r>
                            <w:r w:rsidR="00E64AC1" w:rsidRPr="00596963">
                              <w:rPr>
                                <w:rFonts w:ascii="Bookman Old Style" w:hAnsi="Bookman Old Style"/>
                              </w:rPr>
                              <w:t xml:space="preserve"> 1.2 </w:t>
                            </w:r>
                            <w:r w:rsidR="00A90E60" w:rsidRPr="00596963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</w:p>
                          <w:p w14:paraId="19546758" w14:textId="77777777" w:rsidR="00E64AC1" w:rsidRDefault="00E64AC1">
                            <w:r>
                              <w:t>Subargument 1.2.1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939C2E" id="Rectangle 4" o:spid="_x0000_s1028" style="position:absolute;margin-left:202.15pt;margin-top:87.4pt;width:236.25pt;height:17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">
                <v:textbox>
                  <w:txbxContent>
                    <w:p w14:paraId="75E62633" w14:textId="690739E1" w:rsidR="00E64AC1" w:rsidRPr="00596963" w:rsidRDefault="001F7E98">
                      <w:pPr>
                        <w:rPr>
                          <w:rFonts w:ascii="Bookman Old Style" w:hAnsi="Bookman Old Style"/>
                        </w:rPr>
                      </w:pPr>
                      <w:r w:rsidRPr="00596963">
                        <w:rPr>
                          <w:rFonts w:ascii="Bookman Old Style" w:hAnsi="Bookman Old Style"/>
                        </w:rPr>
                        <w:t xml:space="preserve">Argument </w:t>
                      </w:r>
                      <w:r w:rsidR="00E64AC1" w:rsidRPr="00596963">
                        <w:rPr>
                          <w:rFonts w:ascii="Bookman Old Style" w:hAnsi="Bookman Old Style"/>
                        </w:rPr>
                        <w:t xml:space="preserve"> 1.2 </w:t>
                      </w:r>
                      <w:r w:rsidR="00A90E60" w:rsidRPr="00596963">
                        <w:rPr>
                          <w:rFonts w:ascii="Bookman Old Style" w:hAnsi="Bookman Old Style"/>
                        </w:rPr>
                        <w:t xml:space="preserve"> </w:t>
                      </w:r>
                    </w:p>
                    <w:p w14:paraId="19546758" w14:textId="77777777" w:rsidR="00E64AC1" w:rsidRDefault="00E64AC1">
                      <w:r>
                        <w:t>Subargument 1.2.1</w:t>
                      </w:r>
                    </w:p>
                  </w:txbxContent>
                </v:textbox>
              </v:rect>
            </w:pict>
          </mc:Fallback>
        </mc:AlternateContent>
      </w:r>
      <w:r w:rsidR="00E64AC1" w:rsidRPr="00596963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383EBD3" wp14:editId="01C54D9E">
                <wp:simplePos x="0" y="0"/>
                <wp:positionH relativeFrom="column">
                  <wp:posOffset>1995805</wp:posOffset>
                </wp:positionH>
                <wp:positionV relativeFrom="paragraph">
                  <wp:posOffset>-328295</wp:posOffset>
                </wp:positionV>
                <wp:extent cx="4705350" cy="1276350"/>
                <wp:effectExtent l="9525" t="9525" r="9525" b="9525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05350" cy="1276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0CAE90" w14:textId="69E540C5" w:rsidR="001F7E98" w:rsidRPr="00596963" w:rsidRDefault="001F7E98">
                            <w:pPr>
                              <w:rPr>
                                <w:rFonts w:ascii="Bookman Old Style" w:hAnsi="Bookman Old Style"/>
                              </w:rPr>
                            </w:pPr>
                            <w:r w:rsidRPr="00596963">
                              <w:rPr>
                                <w:rFonts w:ascii="Bookman Old Style" w:hAnsi="Bookman Old Style"/>
                              </w:rPr>
                              <w:t>Stelling</w:t>
                            </w:r>
                            <w:r w:rsidR="00E64AC1" w:rsidRPr="00596963">
                              <w:rPr>
                                <w:rFonts w:ascii="Bookman Old Style" w:hAnsi="Bookman Old Style"/>
                              </w:rPr>
                              <w:t xml:space="preserve"> 1</w:t>
                            </w:r>
                            <w:r w:rsidRPr="00596963">
                              <w:rPr>
                                <w:rFonts w:ascii="Bookman Old Style" w:hAnsi="Bookman Old Style"/>
                              </w:rPr>
                              <w:t>:</w:t>
                            </w:r>
                            <w:r w:rsidR="009551EE" w:rsidRPr="00596963">
                              <w:rPr>
                                <w:rFonts w:ascii="Bookman Old Style" w:hAnsi="Bookman Old Style"/>
                              </w:rPr>
                              <w:t xml:space="preserve"> </w:t>
                            </w:r>
                            <w:r w:rsidR="003035CA">
                              <w:rPr>
                                <w:rFonts w:ascii="Bookman Old Style" w:hAnsi="Bookman Old Style"/>
                              </w:rPr>
                              <w:t>Trouwen is ouderwets</w:t>
                            </w:r>
                            <w:bookmarkStart w:id="0" w:name="_GoBack"/>
                            <w:bookmarkEnd w:id="0"/>
                          </w:p>
                          <w:p w14:paraId="72919BE8" w14:textId="47DE4FEB" w:rsidR="001F7E98" w:rsidRPr="00596963" w:rsidRDefault="001F7E98">
                            <w:pPr>
                              <w:rPr>
                                <w:rFonts w:ascii="Bookman Old Style" w:hAnsi="Bookman Old Style"/>
                              </w:rPr>
                            </w:pPr>
                            <w:r w:rsidRPr="00596963">
                              <w:rPr>
                                <w:rFonts w:ascii="Bookman Old Style" w:hAnsi="Bookman Old Style"/>
                              </w:rPr>
                              <w:t>Standpunt:</w:t>
                            </w:r>
                            <w:r w:rsidR="00773BD9">
                              <w:rPr>
                                <w:rFonts w:ascii="Bookman Old Style" w:hAnsi="Bookman Old Style"/>
                              </w:rPr>
                              <w:t xml:space="preserve"> eens/oneens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83EBD3" id="Rectangle 2" o:spid="_x0000_s1029" style="position:absolute;margin-left:157.15pt;margin-top:-25.85pt;width:370.5pt;height:100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">
                <v:textbox>
                  <w:txbxContent>
                    <w:p w14:paraId="250CAE90" w14:textId="69E540C5" w:rsidR="001F7E98" w:rsidRPr="00596963" w:rsidRDefault="001F7E98">
                      <w:pPr>
                        <w:rPr>
                          <w:rFonts w:ascii="Bookman Old Style" w:hAnsi="Bookman Old Style"/>
                        </w:rPr>
                      </w:pPr>
                      <w:r w:rsidRPr="00596963">
                        <w:rPr>
                          <w:rFonts w:ascii="Bookman Old Style" w:hAnsi="Bookman Old Style"/>
                        </w:rPr>
                        <w:t>Stelling</w:t>
                      </w:r>
                      <w:r w:rsidR="00E64AC1" w:rsidRPr="00596963">
                        <w:rPr>
                          <w:rFonts w:ascii="Bookman Old Style" w:hAnsi="Bookman Old Style"/>
                        </w:rPr>
                        <w:t xml:space="preserve"> 1</w:t>
                      </w:r>
                      <w:r w:rsidRPr="00596963">
                        <w:rPr>
                          <w:rFonts w:ascii="Bookman Old Style" w:hAnsi="Bookman Old Style"/>
                        </w:rPr>
                        <w:t>:</w:t>
                      </w:r>
                      <w:r w:rsidR="009551EE" w:rsidRPr="00596963">
                        <w:rPr>
                          <w:rFonts w:ascii="Bookman Old Style" w:hAnsi="Bookman Old Style"/>
                        </w:rPr>
                        <w:t xml:space="preserve"> </w:t>
                      </w:r>
                      <w:r w:rsidR="003035CA">
                        <w:rPr>
                          <w:rFonts w:ascii="Bookman Old Style" w:hAnsi="Bookman Old Style"/>
                        </w:rPr>
                        <w:t>Trouwen is ouderwets</w:t>
                      </w:r>
                      <w:bookmarkStart w:id="1" w:name="_GoBack"/>
                      <w:bookmarkEnd w:id="1"/>
                    </w:p>
                    <w:p w14:paraId="72919BE8" w14:textId="47DE4FEB" w:rsidR="001F7E98" w:rsidRPr="00596963" w:rsidRDefault="001F7E98">
                      <w:pPr>
                        <w:rPr>
                          <w:rFonts w:ascii="Bookman Old Style" w:hAnsi="Bookman Old Style"/>
                        </w:rPr>
                      </w:pPr>
                      <w:r w:rsidRPr="00596963">
                        <w:rPr>
                          <w:rFonts w:ascii="Bookman Old Style" w:hAnsi="Bookman Old Style"/>
                        </w:rPr>
                        <w:t>Standpunt:</w:t>
                      </w:r>
                      <w:r w:rsidR="00773BD9">
                        <w:rPr>
                          <w:rFonts w:ascii="Bookman Old Style" w:hAnsi="Bookman Old Style"/>
                        </w:rPr>
                        <w:t xml:space="preserve"> eens/oneens</w:t>
                      </w:r>
                    </w:p>
                  </w:txbxContent>
                </v:textbox>
              </v:rect>
            </w:pict>
          </mc:Fallback>
        </mc:AlternateContent>
      </w:r>
      <w:r w:rsidR="00E64AC1" w:rsidRPr="00596963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FACFC7" wp14:editId="06F46428">
                <wp:simplePos x="0" y="0"/>
                <wp:positionH relativeFrom="column">
                  <wp:posOffset>4205605</wp:posOffset>
                </wp:positionH>
                <wp:positionV relativeFrom="paragraph">
                  <wp:posOffset>3319780</wp:posOffset>
                </wp:positionV>
                <wp:extent cx="3000375" cy="2114550"/>
                <wp:effectExtent l="9525" t="9525" r="9525" b="9525"/>
                <wp:wrapNone/>
                <wp:docPr id="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0375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36BA86" w14:textId="77777777" w:rsidR="001F7E98" w:rsidRPr="00596963" w:rsidRDefault="001F7E98">
                            <w:pPr>
                              <w:rPr>
                                <w:rFonts w:ascii="Bookman Old Style" w:hAnsi="Bookman Old Style"/>
                              </w:rPr>
                            </w:pPr>
                            <w:r w:rsidRPr="00596963">
                              <w:rPr>
                                <w:rFonts w:ascii="Bookman Old Style" w:hAnsi="Bookman Old Style"/>
                              </w:rPr>
                              <w:t>Tegenargument + weerlegging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FACFC7" id="Rectangle 7" o:spid="_x0000_s1030" style="position:absolute;margin-left:331.15pt;margin-top:261.4pt;width:236.25pt;height:16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">
                <v:textbox>
                  <w:txbxContent>
                    <w:p w14:paraId="2A36BA86" w14:textId="77777777" w:rsidR="001F7E98" w:rsidRPr="00596963" w:rsidRDefault="001F7E98">
                      <w:pPr>
                        <w:rPr>
                          <w:rFonts w:ascii="Bookman Old Style" w:hAnsi="Bookman Old Style"/>
                        </w:rPr>
                      </w:pPr>
                      <w:r w:rsidRPr="00596963">
                        <w:rPr>
                          <w:rFonts w:ascii="Bookman Old Style" w:hAnsi="Bookman Old Style"/>
                        </w:rPr>
                        <w:t>Tegenargument + weerlegging</w:t>
                      </w:r>
                    </w:p>
                  </w:txbxContent>
                </v:textbox>
              </v:rect>
            </w:pict>
          </mc:Fallback>
        </mc:AlternateContent>
      </w:r>
      <w:r w:rsidR="00E64AC1" w:rsidRPr="00596963">
        <w:rPr>
          <w:rFonts w:ascii="Bookman Old Style" w:hAnsi="Bookman Old Style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01BBC4" wp14:editId="239F93A9">
                <wp:simplePos x="0" y="0"/>
                <wp:positionH relativeFrom="column">
                  <wp:posOffset>1005205</wp:posOffset>
                </wp:positionH>
                <wp:positionV relativeFrom="paragraph">
                  <wp:posOffset>3319780</wp:posOffset>
                </wp:positionV>
                <wp:extent cx="3000375" cy="2114550"/>
                <wp:effectExtent l="9525" t="9525" r="9525" b="9525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0375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8A78F3" w14:textId="77777777" w:rsidR="001F7E98" w:rsidRPr="00596963" w:rsidRDefault="001F7E98">
                            <w:pPr>
                              <w:rPr>
                                <w:rFonts w:ascii="Bookman Old Style" w:hAnsi="Bookman Old Style"/>
                              </w:rPr>
                            </w:pPr>
                            <w:r w:rsidRPr="00596963">
                              <w:rPr>
                                <w:rFonts w:ascii="Bookman Old Style" w:hAnsi="Bookman Old Style"/>
                              </w:rPr>
                              <w:t>Tegenargument</w:t>
                            </w:r>
                            <w:r w:rsidR="00E64AC1" w:rsidRPr="00596963">
                              <w:rPr>
                                <w:rFonts w:ascii="Bookman Old Style" w:hAnsi="Bookman Old Style"/>
                              </w:rPr>
                              <w:t>en</w:t>
                            </w:r>
                            <w:r w:rsidRPr="00596963">
                              <w:rPr>
                                <w:rFonts w:ascii="Bookman Old Style" w:hAnsi="Bookman Old Style"/>
                              </w:rPr>
                              <w:t xml:space="preserve"> + weerlegging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01BBC4" id="Rectangle 6" o:spid="_x0000_s1031" style="position:absolute;margin-left:79.15pt;margin-top:261.4pt;width:236.25pt;height:16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">
                <v:textbox>
                  <w:txbxContent>
                    <w:p w14:paraId="298A78F3" w14:textId="77777777" w:rsidR="001F7E98" w:rsidRPr="00596963" w:rsidRDefault="001F7E98">
                      <w:pPr>
                        <w:rPr>
                          <w:rFonts w:ascii="Bookman Old Style" w:hAnsi="Bookman Old Style"/>
                        </w:rPr>
                      </w:pPr>
                      <w:r w:rsidRPr="00596963">
                        <w:rPr>
                          <w:rFonts w:ascii="Bookman Old Style" w:hAnsi="Bookman Old Style"/>
                        </w:rPr>
                        <w:t>Tegenargument</w:t>
                      </w:r>
                      <w:r w:rsidR="00E64AC1" w:rsidRPr="00596963">
                        <w:rPr>
                          <w:rFonts w:ascii="Bookman Old Style" w:hAnsi="Bookman Old Style"/>
                        </w:rPr>
                        <w:t>en</w:t>
                      </w:r>
                      <w:r w:rsidRPr="00596963">
                        <w:rPr>
                          <w:rFonts w:ascii="Bookman Old Style" w:hAnsi="Bookman Old Style"/>
                        </w:rPr>
                        <w:t xml:space="preserve"> + weerlegging</w:t>
                      </w:r>
                    </w:p>
                  </w:txbxContent>
                </v:textbox>
              </v:rect>
            </w:pict>
          </mc:Fallback>
        </mc:AlternateContent>
      </w:r>
      <w:r w:rsidR="00E64AC1" w:rsidRPr="00596963">
        <w:rPr>
          <w:rFonts w:ascii="Bookman Old Style" w:hAnsi="Bookman Old Style"/>
        </w:rPr>
        <w:t>Naam:</w:t>
      </w:r>
      <w:r w:rsidR="009551EE">
        <w:rPr>
          <w:rFonts w:ascii="Bookman Old Style" w:hAnsi="Bookman Old Style"/>
        </w:rPr>
        <w:t xml:space="preserve"> ……….</w:t>
      </w:r>
    </w:p>
    <w:sectPr w:rsidR="008839ED" w:rsidRPr="00596963" w:rsidSect="001F7E98">
      <w:foot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458262" w14:textId="77777777" w:rsidR="00763016" w:rsidRDefault="00763016" w:rsidP="00E64AC1">
      <w:pPr>
        <w:spacing w:after="0" w:line="240" w:lineRule="auto"/>
      </w:pPr>
      <w:r>
        <w:separator/>
      </w:r>
    </w:p>
  </w:endnote>
  <w:endnote w:type="continuationSeparator" w:id="0">
    <w:p w14:paraId="2EEE26AB" w14:textId="77777777" w:rsidR="00763016" w:rsidRDefault="00763016" w:rsidP="00E64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846F58" w14:textId="54A098A1" w:rsidR="00E64AC1" w:rsidRDefault="009551EE">
    <w:pPr>
      <w:pStyle w:val="Voettekst"/>
    </w:pPr>
    <w:r>
      <w:t>Extra informatie</w:t>
    </w:r>
  </w:p>
  <w:p w14:paraId="74936751" w14:textId="77777777" w:rsidR="009551EE" w:rsidRDefault="009551EE">
    <w:pPr>
      <w:pStyle w:val="Voettekst"/>
    </w:pPr>
  </w:p>
  <w:p w14:paraId="0FA9EAA6" w14:textId="77777777" w:rsidR="00E64AC1" w:rsidRDefault="00E64AC1">
    <w:pPr>
      <w:pStyle w:val="Voettekst"/>
    </w:pPr>
    <w:r>
      <w:t xml:space="preserve">Vragen: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0E2B55" w14:textId="77777777" w:rsidR="00763016" w:rsidRDefault="00763016" w:rsidP="00E64AC1">
      <w:pPr>
        <w:spacing w:after="0" w:line="240" w:lineRule="auto"/>
      </w:pPr>
      <w:r>
        <w:separator/>
      </w:r>
    </w:p>
  </w:footnote>
  <w:footnote w:type="continuationSeparator" w:id="0">
    <w:p w14:paraId="1108F261" w14:textId="77777777" w:rsidR="00763016" w:rsidRDefault="00763016" w:rsidP="00E64A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E98"/>
    <w:rsid w:val="000B3DD8"/>
    <w:rsid w:val="00107711"/>
    <w:rsid w:val="001F7E98"/>
    <w:rsid w:val="00224A82"/>
    <w:rsid w:val="002426AA"/>
    <w:rsid w:val="00303449"/>
    <w:rsid w:val="003035CA"/>
    <w:rsid w:val="00487305"/>
    <w:rsid w:val="00596963"/>
    <w:rsid w:val="00634399"/>
    <w:rsid w:val="00737EBB"/>
    <w:rsid w:val="00763016"/>
    <w:rsid w:val="00773BD9"/>
    <w:rsid w:val="008839ED"/>
    <w:rsid w:val="00905BD8"/>
    <w:rsid w:val="009551EE"/>
    <w:rsid w:val="009E767D"/>
    <w:rsid w:val="00A26280"/>
    <w:rsid w:val="00A3577C"/>
    <w:rsid w:val="00A90E60"/>
    <w:rsid w:val="00AE2F09"/>
    <w:rsid w:val="00BE0E45"/>
    <w:rsid w:val="00C81641"/>
    <w:rsid w:val="00DB1EA0"/>
    <w:rsid w:val="00DE0670"/>
    <w:rsid w:val="00E44BCC"/>
    <w:rsid w:val="00E64AC1"/>
    <w:rsid w:val="00FC6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DDF86"/>
  <w15:docId w15:val="{4BD1DF15-8188-43F4-9E9E-8310B3DFF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64A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64AC1"/>
  </w:style>
  <w:style w:type="paragraph" w:styleId="Voettekst">
    <w:name w:val="footer"/>
    <w:basedOn w:val="Standaard"/>
    <w:link w:val="VoettekstChar"/>
    <w:uiPriority w:val="99"/>
    <w:unhideWhenUsed/>
    <w:rsid w:val="00E64A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64AC1"/>
  </w:style>
  <w:style w:type="character" w:styleId="Nadruk">
    <w:name w:val="Emphasis"/>
    <w:basedOn w:val="Standaardalinea-lettertype"/>
    <w:uiPriority w:val="20"/>
    <w:qFormat/>
    <w:rsid w:val="009551EE"/>
    <w:rPr>
      <w:b/>
      <w:bCs/>
      <w:i w:val="0"/>
      <w:iCs w:val="0"/>
    </w:rPr>
  </w:style>
  <w:style w:type="character" w:customStyle="1" w:styleId="st">
    <w:name w:val="st"/>
    <w:basedOn w:val="Standaardalinea-lettertype"/>
    <w:rsid w:val="00955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29050AAD54404D92429D39641D41E8" ma:contentTypeVersion="111" ma:contentTypeDescription="Een nieuw document maken." ma:contentTypeScope="" ma:versionID="44600764cde14d3de6062a0328edc14e">
  <xsd:schema xmlns:xsd="http://www.w3.org/2001/XMLSchema" xmlns:xs="http://www.w3.org/2001/XMLSchema" xmlns:p="http://schemas.microsoft.com/office/2006/metadata/properties" xmlns:ns2="5c82f96f-d469-4a40-b83c-51efc795640b" targetNamespace="http://schemas.microsoft.com/office/2006/metadata/properties" ma:root="true" ma:fieldsID="2c3e8c330e263698d3485fec8da0233c" ns2:_="">
    <xsd:import namespace="5c82f96f-d469-4a40-b83c-51efc795640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82f96f-d469-4a40-b83c-51efc795640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 blijven behouden" ma:description="Id behouden tijdens toevoegen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/>
</file>

<file path=customXml/item3.xml><?xml version="1.0" encoding="utf-8"?>
<?mso-contentType ?>
<SharedContentType xmlns="Microsoft.SharePoint.Taxonomy.ContentTypeSync" SourceId="0654873e-26d9-4f2d-afc5-c375d4cea883" ContentTypeId="0x0101" PreviousValue="false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74B3F-EA3B-4BA9-B76D-DFF782C182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82f96f-d469-4a40-b83c-51efc79564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47353E-8538-42E3-9550-1427B04834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865DBA1-DFC8-433B-9A71-0DDE25EA82C9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A0EABC9A-8C15-4166-B83A-08DEAFCAC580}">
  <ds:schemaRefs>
    <ds:schemaRef ds:uri="http://www.w3.org/XML/1998/namespace"/>
    <ds:schemaRef ds:uri="http://purl.org/dc/elements/1.1/"/>
    <ds:schemaRef ds:uri="http://purl.org/dc/dcmitype/"/>
    <ds:schemaRef ds:uri="http://schemas.microsoft.com/office/2006/metadata/properties"/>
    <ds:schemaRef ds:uri="http://purl.org/dc/terms/"/>
    <ds:schemaRef ds:uri="http://schemas.microsoft.com/office/2006/documentManagement/types"/>
    <ds:schemaRef ds:uri="5c82f96f-d469-4a40-b83c-51efc795640b"/>
    <ds:schemaRef ds:uri="http://schemas.openxmlformats.org/package/2006/metadata/core-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17E7EAEB-77A4-49BC-9EF7-BB3A51F6ADCC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77DE6397-9BE6-4657-B1F4-0EDF8DBC7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378D13C1.dotm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Zwijsen College Veghel</Company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rgroenendijk</dc:creator>
  <cp:lastModifiedBy>Berenschot, Karin</cp:lastModifiedBy>
  <cp:revision>2</cp:revision>
  <cp:lastPrinted>2015-02-23T13:13:00Z</cp:lastPrinted>
  <dcterms:created xsi:type="dcterms:W3CDTF">2017-04-20T14:35:00Z</dcterms:created>
  <dcterms:modified xsi:type="dcterms:W3CDTF">2017-04-20T14:35:00Z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0x0101005229050AAD54404D92429D39641D41E8</vt:lpwstr>
  </property>
</Properties>
</file>