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F267C6" w14:textId="2FEA0761" w:rsidR="00551D60" w:rsidRDefault="00E64AC1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383EBD3" wp14:editId="4014D3D3">
                <wp:simplePos x="0" y="0"/>
                <wp:positionH relativeFrom="column">
                  <wp:posOffset>1995805</wp:posOffset>
                </wp:positionH>
                <wp:positionV relativeFrom="paragraph">
                  <wp:posOffset>-328295</wp:posOffset>
                </wp:positionV>
                <wp:extent cx="4591050" cy="1085850"/>
                <wp:effectExtent l="0" t="0" r="19050" b="19050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9105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E9591E" w14:textId="10676B28" w:rsidR="001F7E98" w:rsidRPr="003819B3" w:rsidRDefault="001F7E98">
                            <w:pPr>
                              <w:rPr>
                                <w:color w:val="FF0000"/>
                              </w:rPr>
                            </w:pPr>
                            <w:r w:rsidRPr="003819B3">
                              <w:rPr>
                                <w:color w:val="FF0000"/>
                              </w:rPr>
                              <w:t>Stelling</w:t>
                            </w:r>
                            <w:r w:rsidR="00551D60" w:rsidRPr="003819B3">
                              <w:rPr>
                                <w:color w:val="FF0000"/>
                              </w:rPr>
                              <w:t xml:space="preserve">: </w:t>
                            </w:r>
                          </w:p>
                          <w:p w14:paraId="250CAE90" w14:textId="1235CDF7" w:rsidR="001F7E98" w:rsidRPr="003819B3" w:rsidRDefault="006D1293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Met hard werken kun je alles bereiken</w:t>
                            </w:r>
                            <w:r w:rsidR="00F57154" w:rsidRPr="003819B3">
                              <w:rPr>
                                <w:color w:val="FF0000"/>
                              </w:rPr>
                              <w:t xml:space="preserve">. </w:t>
                            </w:r>
                          </w:p>
                          <w:p w14:paraId="02749F2A" w14:textId="03A8245E" w:rsidR="0051618B" w:rsidRDefault="001F7E98" w:rsidP="0051618B">
                            <w:pPr>
                              <w:rPr>
                                <w:color w:val="00B050"/>
                                <w:sz w:val="52"/>
                                <w:szCs w:val="52"/>
                              </w:rPr>
                            </w:pPr>
                            <w:r w:rsidRPr="003819B3">
                              <w:rPr>
                                <w:color w:val="FF0000"/>
                              </w:rPr>
                              <w:t>Standpunt:</w:t>
                            </w:r>
                            <w:r w:rsidR="00551D60" w:rsidRPr="003819B3">
                              <w:rPr>
                                <w:color w:val="FF0000"/>
                              </w:rPr>
                              <w:t xml:space="preserve"> </w:t>
                            </w:r>
                            <w:r w:rsidR="0051618B" w:rsidRPr="003819B3">
                              <w:rPr>
                                <w:color w:val="FF0000"/>
                                <w:sz w:val="52"/>
                                <w:szCs w:val="52"/>
                              </w:rPr>
                              <w:t>ON</w:t>
                            </w:r>
                            <w:r w:rsidR="0051618B">
                              <w:rPr>
                                <w:color w:val="FF0000"/>
                                <w:sz w:val="52"/>
                                <w:szCs w:val="52"/>
                              </w:rPr>
                              <w:t>EENS/</w:t>
                            </w:r>
                            <w:r w:rsidR="0051618B">
                              <w:rPr>
                                <w:color w:val="00B050"/>
                                <w:sz w:val="52"/>
                                <w:szCs w:val="52"/>
                              </w:rPr>
                              <w:t>EENS</w:t>
                            </w:r>
                            <w:r w:rsidR="006D1293">
                              <w:rPr>
                                <w:color w:val="00B050"/>
                                <w:sz w:val="52"/>
                                <w:szCs w:val="52"/>
                              </w:rPr>
                              <w:t xml:space="preserve"> </w:t>
                            </w:r>
                          </w:p>
                          <w:p w14:paraId="70F7958A" w14:textId="77777777" w:rsidR="006D1293" w:rsidRPr="0051618B" w:rsidRDefault="006D1293" w:rsidP="0051618B">
                            <w:pPr>
                              <w:rPr>
                                <w:color w:val="00B050"/>
                                <w:sz w:val="52"/>
                                <w:szCs w:val="52"/>
                              </w:rPr>
                            </w:pPr>
                          </w:p>
                          <w:p w14:paraId="72919BE8" w14:textId="0CF30500" w:rsidR="001F7E98" w:rsidRPr="003819B3" w:rsidRDefault="001F7E98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83EBD3" id="Rectangle 2" o:spid="_x0000_s1026" style="position:absolute;margin-left:157.15pt;margin-top:-25.85pt;width:361.5pt;height:85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">
                <v:textbox>
                  <w:txbxContent>
                    <w:p w14:paraId="3AE9591E" w14:textId="10676B28" w:rsidR="001F7E98" w:rsidRPr="003819B3" w:rsidRDefault="001F7E98">
                      <w:pPr>
                        <w:rPr>
                          <w:color w:val="FF0000"/>
                        </w:rPr>
                      </w:pPr>
                      <w:r w:rsidRPr="003819B3">
                        <w:rPr>
                          <w:color w:val="FF0000"/>
                        </w:rPr>
                        <w:t>Stelling</w:t>
                      </w:r>
                      <w:r w:rsidR="00551D60" w:rsidRPr="003819B3">
                        <w:rPr>
                          <w:color w:val="FF0000"/>
                        </w:rPr>
                        <w:t xml:space="preserve">: </w:t>
                      </w:r>
                    </w:p>
                    <w:p w14:paraId="250CAE90" w14:textId="1235CDF7" w:rsidR="001F7E98" w:rsidRPr="003819B3" w:rsidRDefault="006D1293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Met hard werken kun je alles bereiken</w:t>
                      </w:r>
                      <w:r w:rsidR="00F57154" w:rsidRPr="003819B3">
                        <w:rPr>
                          <w:color w:val="FF0000"/>
                        </w:rPr>
                        <w:t xml:space="preserve">. </w:t>
                      </w:r>
                    </w:p>
                    <w:p w14:paraId="02749F2A" w14:textId="03A8245E" w:rsidR="0051618B" w:rsidRDefault="001F7E98" w:rsidP="0051618B">
                      <w:pPr>
                        <w:rPr>
                          <w:color w:val="00B050"/>
                          <w:sz w:val="52"/>
                          <w:szCs w:val="52"/>
                        </w:rPr>
                      </w:pPr>
                      <w:r w:rsidRPr="003819B3">
                        <w:rPr>
                          <w:color w:val="FF0000"/>
                        </w:rPr>
                        <w:t>Standpunt:</w:t>
                      </w:r>
                      <w:r w:rsidR="00551D60" w:rsidRPr="003819B3">
                        <w:rPr>
                          <w:color w:val="FF0000"/>
                        </w:rPr>
                        <w:t xml:space="preserve"> </w:t>
                      </w:r>
                      <w:r w:rsidR="0051618B" w:rsidRPr="003819B3">
                        <w:rPr>
                          <w:color w:val="FF0000"/>
                          <w:sz w:val="52"/>
                          <w:szCs w:val="52"/>
                        </w:rPr>
                        <w:t>ON</w:t>
                      </w:r>
                      <w:r w:rsidR="0051618B">
                        <w:rPr>
                          <w:color w:val="FF0000"/>
                          <w:sz w:val="52"/>
                          <w:szCs w:val="52"/>
                        </w:rPr>
                        <w:t>EENS/</w:t>
                      </w:r>
                      <w:r w:rsidR="0051618B">
                        <w:rPr>
                          <w:color w:val="00B050"/>
                          <w:sz w:val="52"/>
                          <w:szCs w:val="52"/>
                        </w:rPr>
                        <w:t>EENS</w:t>
                      </w:r>
                      <w:r w:rsidR="006D1293">
                        <w:rPr>
                          <w:color w:val="00B050"/>
                          <w:sz w:val="52"/>
                          <w:szCs w:val="52"/>
                        </w:rPr>
                        <w:t xml:space="preserve"> </w:t>
                      </w:r>
                    </w:p>
                    <w:p w14:paraId="70F7958A" w14:textId="77777777" w:rsidR="006D1293" w:rsidRPr="0051618B" w:rsidRDefault="006D1293" w:rsidP="0051618B">
                      <w:pPr>
                        <w:rPr>
                          <w:color w:val="00B050"/>
                          <w:sz w:val="52"/>
                          <w:szCs w:val="52"/>
                        </w:rPr>
                      </w:pPr>
                    </w:p>
                    <w:p w14:paraId="72919BE8" w14:textId="0CF30500" w:rsidR="001F7E98" w:rsidRPr="003819B3" w:rsidRDefault="001F7E98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F01BBC4" wp14:editId="4B2ADC65">
                <wp:simplePos x="0" y="0"/>
                <wp:positionH relativeFrom="column">
                  <wp:posOffset>1005205</wp:posOffset>
                </wp:positionH>
                <wp:positionV relativeFrom="paragraph">
                  <wp:posOffset>3319780</wp:posOffset>
                </wp:positionV>
                <wp:extent cx="3000375" cy="2114550"/>
                <wp:effectExtent l="9525" t="9525" r="9525" b="9525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0375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8A78F3" w14:textId="77777777" w:rsidR="001F7E98" w:rsidRPr="003819B3" w:rsidRDefault="001F7E98">
                            <w:pPr>
                              <w:rPr>
                                <w:color w:val="FF0000"/>
                              </w:rPr>
                            </w:pPr>
                            <w:r w:rsidRPr="003819B3">
                              <w:rPr>
                                <w:color w:val="FF0000"/>
                              </w:rPr>
                              <w:t>Tegenargument</w:t>
                            </w:r>
                            <w:r w:rsidR="00E64AC1" w:rsidRPr="003819B3">
                              <w:rPr>
                                <w:color w:val="FF0000"/>
                              </w:rPr>
                              <w:t>en</w:t>
                            </w:r>
                            <w:r w:rsidRPr="003819B3">
                              <w:rPr>
                                <w:color w:val="FF0000"/>
                              </w:rPr>
                              <w:t xml:space="preserve"> + weerlegging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01BBC4" id="Rectangle 6" o:spid="_x0000_s1027" style="position:absolute;margin-left:79.15pt;margin-top:261.4pt;width:236.25pt;height:166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">
                <v:textbox>
                  <w:txbxContent>
                    <w:p w14:paraId="298A78F3" w14:textId="77777777" w:rsidR="001F7E98" w:rsidRPr="003819B3" w:rsidRDefault="001F7E98">
                      <w:pPr>
                        <w:rPr>
                          <w:color w:val="FF0000"/>
                        </w:rPr>
                      </w:pPr>
                      <w:r w:rsidRPr="003819B3">
                        <w:rPr>
                          <w:color w:val="FF0000"/>
                        </w:rPr>
                        <w:t>Tegenargument</w:t>
                      </w:r>
                      <w:r w:rsidR="00E64AC1" w:rsidRPr="003819B3">
                        <w:rPr>
                          <w:color w:val="FF0000"/>
                        </w:rPr>
                        <w:t>en</w:t>
                      </w:r>
                      <w:r w:rsidRPr="003819B3">
                        <w:rPr>
                          <w:color w:val="FF0000"/>
                        </w:rPr>
                        <w:t xml:space="preserve"> + weerlegging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08D2A10" wp14:editId="4B71565D">
                <wp:simplePos x="0" y="0"/>
                <wp:positionH relativeFrom="column">
                  <wp:posOffset>5672455</wp:posOffset>
                </wp:positionH>
                <wp:positionV relativeFrom="paragraph">
                  <wp:posOffset>1348105</wp:posOffset>
                </wp:positionV>
                <wp:extent cx="3000375" cy="1743075"/>
                <wp:effectExtent l="9525" t="9525" r="9525" b="9525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0375" cy="174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798ED1" w14:textId="31356646" w:rsidR="006D1293" w:rsidRPr="003819B3" w:rsidRDefault="006D1293" w:rsidP="006D1293">
                            <w:pPr>
                              <w:rPr>
                                <w:color w:val="FF0000"/>
                              </w:rPr>
                            </w:pPr>
                            <w:r w:rsidRPr="003819B3">
                              <w:rPr>
                                <w:color w:val="FF0000"/>
                              </w:rPr>
                              <w:t xml:space="preserve">Argument </w:t>
                            </w:r>
                            <w:r>
                              <w:rPr>
                                <w:color w:val="FF000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color w:val="FF0000"/>
                              </w:rPr>
                              <w:t>1.3</w:t>
                            </w:r>
                            <w:r w:rsidRPr="003819B3">
                              <w:rPr>
                                <w:color w:val="FF0000"/>
                              </w:rPr>
                              <w:t xml:space="preserve">  </w:t>
                            </w:r>
                            <w:proofErr w:type="gramEnd"/>
                            <w:r w:rsidRPr="003819B3">
                              <w:rPr>
                                <w:color w:val="FF0000"/>
                              </w:rPr>
                              <w:t>+ ondersteuning</w:t>
                            </w:r>
                          </w:p>
                          <w:p w14:paraId="45689110" w14:textId="77777777" w:rsidR="006D1293" w:rsidRPr="003819B3" w:rsidRDefault="006D1293" w:rsidP="006D1293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5791E1F0" w14:textId="77777777" w:rsidR="006D1293" w:rsidRPr="003819B3" w:rsidRDefault="006D1293" w:rsidP="006D1293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129586D6" w14:textId="35AE881A" w:rsidR="006D1293" w:rsidRPr="003819B3" w:rsidRDefault="006D1293" w:rsidP="006D1293">
                            <w:pPr>
                              <w:rPr>
                                <w:color w:val="FF0000"/>
                              </w:rPr>
                            </w:pPr>
                            <w:proofErr w:type="spellStart"/>
                            <w:r>
                              <w:rPr>
                                <w:color w:val="FF0000"/>
                              </w:rPr>
                              <w:t>Subargument</w:t>
                            </w:r>
                            <w:proofErr w:type="spellEnd"/>
                            <w:r>
                              <w:rPr>
                                <w:color w:val="FF0000"/>
                              </w:rPr>
                              <w:t xml:space="preserve"> 1.3</w:t>
                            </w:r>
                            <w:r w:rsidRPr="003819B3">
                              <w:rPr>
                                <w:color w:val="FF0000"/>
                              </w:rPr>
                              <w:t>.1</w:t>
                            </w:r>
                          </w:p>
                          <w:p w14:paraId="0A2DC76D" w14:textId="09441DB5" w:rsidR="00E64AC1" w:rsidRDefault="00E64AC1"/>
                          <w:p w14:paraId="7BFB489B" w14:textId="77777777" w:rsidR="00551D60" w:rsidRPr="00F57154" w:rsidRDefault="00551D60">
                            <w:pPr>
                              <w:rPr>
                                <w:color w:val="00B050"/>
                              </w:rPr>
                            </w:pPr>
                          </w:p>
                          <w:p w14:paraId="721D4E5A" w14:textId="77777777" w:rsidR="00551D60" w:rsidRPr="00F57154" w:rsidRDefault="00551D60">
                            <w:pPr>
                              <w:rPr>
                                <w:color w:val="00B05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8D2A10" id="Rectangle 5" o:spid="_x0000_s1028" style="position:absolute;margin-left:446.65pt;margin-top:106.15pt;width:236.25pt;height:137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">
                <v:textbox>
                  <w:txbxContent>
                    <w:p w14:paraId="0F798ED1" w14:textId="31356646" w:rsidR="006D1293" w:rsidRPr="003819B3" w:rsidRDefault="006D1293" w:rsidP="006D1293">
                      <w:pPr>
                        <w:rPr>
                          <w:color w:val="FF0000"/>
                        </w:rPr>
                      </w:pPr>
                      <w:r w:rsidRPr="003819B3">
                        <w:rPr>
                          <w:color w:val="FF0000"/>
                        </w:rPr>
                        <w:t xml:space="preserve">Argument </w:t>
                      </w:r>
                      <w:r>
                        <w:rPr>
                          <w:color w:val="FF0000"/>
                        </w:rPr>
                        <w:t xml:space="preserve"> </w:t>
                      </w:r>
                      <w:proofErr w:type="gramStart"/>
                      <w:r>
                        <w:rPr>
                          <w:color w:val="FF0000"/>
                        </w:rPr>
                        <w:t>1.3</w:t>
                      </w:r>
                      <w:r w:rsidRPr="003819B3">
                        <w:rPr>
                          <w:color w:val="FF0000"/>
                        </w:rPr>
                        <w:t xml:space="preserve">  </w:t>
                      </w:r>
                      <w:proofErr w:type="gramEnd"/>
                      <w:r w:rsidRPr="003819B3">
                        <w:rPr>
                          <w:color w:val="FF0000"/>
                        </w:rPr>
                        <w:t>+ ondersteuning</w:t>
                      </w:r>
                    </w:p>
                    <w:p w14:paraId="45689110" w14:textId="77777777" w:rsidR="006D1293" w:rsidRPr="003819B3" w:rsidRDefault="006D1293" w:rsidP="006D1293">
                      <w:pPr>
                        <w:rPr>
                          <w:color w:val="FF0000"/>
                        </w:rPr>
                      </w:pPr>
                    </w:p>
                    <w:p w14:paraId="5791E1F0" w14:textId="77777777" w:rsidR="006D1293" w:rsidRPr="003819B3" w:rsidRDefault="006D1293" w:rsidP="006D1293">
                      <w:pPr>
                        <w:rPr>
                          <w:color w:val="FF0000"/>
                        </w:rPr>
                      </w:pPr>
                    </w:p>
                    <w:p w14:paraId="129586D6" w14:textId="35AE881A" w:rsidR="006D1293" w:rsidRPr="003819B3" w:rsidRDefault="006D1293" w:rsidP="006D1293">
                      <w:pPr>
                        <w:rPr>
                          <w:color w:val="FF0000"/>
                        </w:rPr>
                      </w:pPr>
                      <w:proofErr w:type="spellStart"/>
                      <w:r>
                        <w:rPr>
                          <w:color w:val="FF0000"/>
                        </w:rPr>
                        <w:t>Subargument</w:t>
                      </w:r>
                      <w:proofErr w:type="spellEnd"/>
                      <w:r>
                        <w:rPr>
                          <w:color w:val="FF0000"/>
                        </w:rPr>
                        <w:t xml:space="preserve"> 1.3</w:t>
                      </w:r>
                      <w:r w:rsidRPr="003819B3">
                        <w:rPr>
                          <w:color w:val="FF0000"/>
                        </w:rPr>
                        <w:t>.1</w:t>
                      </w:r>
                    </w:p>
                    <w:p w14:paraId="0A2DC76D" w14:textId="09441DB5" w:rsidR="00E64AC1" w:rsidRDefault="00E64AC1"/>
                    <w:p w14:paraId="7BFB489B" w14:textId="77777777" w:rsidR="00551D60" w:rsidRPr="00F57154" w:rsidRDefault="00551D60">
                      <w:pPr>
                        <w:rPr>
                          <w:color w:val="00B050"/>
                        </w:rPr>
                      </w:pPr>
                    </w:p>
                    <w:p w14:paraId="721D4E5A" w14:textId="77777777" w:rsidR="00551D60" w:rsidRPr="00F57154" w:rsidRDefault="00551D60">
                      <w:pPr>
                        <w:rPr>
                          <w:color w:val="00B05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2939C2E" wp14:editId="320AFB03">
                <wp:simplePos x="0" y="0"/>
                <wp:positionH relativeFrom="column">
                  <wp:posOffset>2538730</wp:posOffset>
                </wp:positionH>
                <wp:positionV relativeFrom="paragraph">
                  <wp:posOffset>1348105</wp:posOffset>
                </wp:positionV>
                <wp:extent cx="3000375" cy="1743075"/>
                <wp:effectExtent l="9525" t="9525" r="9525" b="952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0375" cy="174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5D9117" w14:textId="77777777" w:rsidR="001F7E98" w:rsidRPr="003819B3" w:rsidRDefault="001F7E98">
                            <w:pPr>
                              <w:rPr>
                                <w:color w:val="FF0000"/>
                              </w:rPr>
                            </w:pPr>
                            <w:r w:rsidRPr="003819B3">
                              <w:rPr>
                                <w:color w:val="FF0000"/>
                              </w:rPr>
                              <w:t xml:space="preserve">Argument </w:t>
                            </w:r>
                            <w:r w:rsidR="00E64AC1" w:rsidRPr="003819B3">
                              <w:rPr>
                                <w:color w:val="FF0000"/>
                              </w:rPr>
                              <w:t xml:space="preserve"> </w:t>
                            </w:r>
                            <w:proofErr w:type="gramStart"/>
                            <w:r w:rsidR="00E64AC1" w:rsidRPr="003819B3">
                              <w:rPr>
                                <w:color w:val="FF0000"/>
                              </w:rPr>
                              <w:t xml:space="preserve">1.2 </w:t>
                            </w:r>
                            <w:r w:rsidRPr="003819B3">
                              <w:rPr>
                                <w:color w:val="FF0000"/>
                              </w:rPr>
                              <w:t xml:space="preserve"> </w:t>
                            </w:r>
                            <w:proofErr w:type="gramEnd"/>
                            <w:r w:rsidRPr="003819B3">
                              <w:rPr>
                                <w:color w:val="FF0000"/>
                              </w:rPr>
                              <w:t>+ ondersteuning</w:t>
                            </w:r>
                          </w:p>
                          <w:p w14:paraId="6593E5DC" w14:textId="77777777" w:rsidR="00E64AC1" w:rsidRPr="003819B3" w:rsidRDefault="00E64AC1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75E62633" w14:textId="77777777" w:rsidR="00E64AC1" w:rsidRPr="003819B3" w:rsidRDefault="00E64AC1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19546758" w14:textId="77777777" w:rsidR="00E64AC1" w:rsidRPr="003819B3" w:rsidRDefault="00E64AC1">
                            <w:pPr>
                              <w:rPr>
                                <w:color w:val="FF0000"/>
                              </w:rPr>
                            </w:pPr>
                            <w:proofErr w:type="spellStart"/>
                            <w:r w:rsidRPr="003819B3">
                              <w:rPr>
                                <w:color w:val="FF0000"/>
                              </w:rPr>
                              <w:t>Subargument</w:t>
                            </w:r>
                            <w:proofErr w:type="spellEnd"/>
                            <w:r w:rsidRPr="003819B3">
                              <w:rPr>
                                <w:color w:val="FF0000"/>
                              </w:rPr>
                              <w:t xml:space="preserve"> 1.2.1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939C2E" id="Rectangle 4" o:spid="_x0000_s1029" style="position:absolute;margin-left:199.9pt;margin-top:106.15pt;width:236.25pt;height:137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">
                <v:textbox>
                  <w:txbxContent>
                    <w:p w14:paraId="095D9117" w14:textId="77777777" w:rsidR="001F7E98" w:rsidRPr="003819B3" w:rsidRDefault="001F7E98">
                      <w:pPr>
                        <w:rPr>
                          <w:color w:val="FF0000"/>
                        </w:rPr>
                      </w:pPr>
                      <w:r w:rsidRPr="003819B3">
                        <w:rPr>
                          <w:color w:val="FF0000"/>
                        </w:rPr>
                        <w:t xml:space="preserve">Argument </w:t>
                      </w:r>
                      <w:r w:rsidR="00E64AC1" w:rsidRPr="003819B3">
                        <w:rPr>
                          <w:color w:val="FF0000"/>
                        </w:rPr>
                        <w:t xml:space="preserve"> </w:t>
                      </w:r>
                      <w:proofErr w:type="gramStart"/>
                      <w:r w:rsidR="00E64AC1" w:rsidRPr="003819B3">
                        <w:rPr>
                          <w:color w:val="FF0000"/>
                        </w:rPr>
                        <w:t xml:space="preserve">1.2 </w:t>
                      </w:r>
                      <w:r w:rsidRPr="003819B3">
                        <w:rPr>
                          <w:color w:val="FF0000"/>
                        </w:rPr>
                        <w:t xml:space="preserve"> </w:t>
                      </w:r>
                      <w:proofErr w:type="gramEnd"/>
                      <w:r w:rsidRPr="003819B3">
                        <w:rPr>
                          <w:color w:val="FF0000"/>
                        </w:rPr>
                        <w:t>+ ondersteuning</w:t>
                      </w:r>
                    </w:p>
                    <w:p w14:paraId="6593E5DC" w14:textId="77777777" w:rsidR="00E64AC1" w:rsidRPr="003819B3" w:rsidRDefault="00E64AC1">
                      <w:pPr>
                        <w:rPr>
                          <w:color w:val="FF0000"/>
                        </w:rPr>
                      </w:pPr>
                    </w:p>
                    <w:p w14:paraId="75E62633" w14:textId="77777777" w:rsidR="00E64AC1" w:rsidRPr="003819B3" w:rsidRDefault="00E64AC1">
                      <w:pPr>
                        <w:rPr>
                          <w:color w:val="FF0000"/>
                        </w:rPr>
                      </w:pPr>
                    </w:p>
                    <w:p w14:paraId="19546758" w14:textId="77777777" w:rsidR="00E64AC1" w:rsidRPr="003819B3" w:rsidRDefault="00E64AC1">
                      <w:pPr>
                        <w:rPr>
                          <w:color w:val="FF0000"/>
                        </w:rPr>
                      </w:pPr>
                      <w:proofErr w:type="spellStart"/>
                      <w:r w:rsidRPr="003819B3">
                        <w:rPr>
                          <w:color w:val="FF0000"/>
                        </w:rPr>
                        <w:t>Subargument</w:t>
                      </w:r>
                      <w:proofErr w:type="spellEnd"/>
                      <w:r w:rsidRPr="003819B3">
                        <w:rPr>
                          <w:color w:val="FF0000"/>
                        </w:rPr>
                        <w:t xml:space="preserve"> 1.2.1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3DB4790" wp14:editId="51BE472F">
                <wp:simplePos x="0" y="0"/>
                <wp:positionH relativeFrom="column">
                  <wp:posOffset>-566420</wp:posOffset>
                </wp:positionH>
                <wp:positionV relativeFrom="paragraph">
                  <wp:posOffset>1348105</wp:posOffset>
                </wp:positionV>
                <wp:extent cx="3000375" cy="1743075"/>
                <wp:effectExtent l="9525" t="9525" r="9525" b="952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0375" cy="174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8FB130" w14:textId="77777777" w:rsidR="001F7E98" w:rsidRPr="003819B3" w:rsidRDefault="001F7E98">
                            <w:pPr>
                              <w:rPr>
                                <w:color w:val="FF0000"/>
                              </w:rPr>
                            </w:pPr>
                            <w:proofErr w:type="gramStart"/>
                            <w:r w:rsidRPr="003819B3">
                              <w:rPr>
                                <w:color w:val="FF0000"/>
                              </w:rPr>
                              <w:t xml:space="preserve">Argument </w:t>
                            </w:r>
                            <w:r w:rsidR="00E64AC1" w:rsidRPr="003819B3">
                              <w:rPr>
                                <w:color w:val="FF0000"/>
                              </w:rPr>
                              <w:t xml:space="preserve"> </w:t>
                            </w:r>
                            <w:proofErr w:type="gramEnd"/>
                            <w:r w:rsidRPr="003819B3">
                              <w:rPr>
                                <w:color w:val="FF0000"/>
                              </w:rPr>
                              <w:t>1</w:t>
                            </w:r>
                            <w:r w:rsidR="00E64AC1" w:rsidRPr="003819B3">
                              <w:rPr>
                                <w:color w:val="FF0000"/>
                              </w:rPr>
                              <w:t>.1</w:t>
                            </w:r>
                            <w:r w:rsidRPr="003819B3">
                              <w:rPr>
                                <w:color w:val="FF0000"/>
                              </w:rPr>
                              <w:t xml:space="preserve"> + ondersteuning</w:t>
                            </w:r>
                          </w:p>
                          <w:p w14:paraId="1B8D5C53" w14:textId="77777777" w:rsidR="00E64AC1" w:rsidRPr="003819B3" w:rsidRDefault="00E64AC1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191BA67C" w14:textId="77777777" w:rsidR="00E64AC1" w:rsidRPr="003819B3" w:rsidRDefault="00E64AC1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54CE9DB7" w14:textId="77777777" w:rsidR="00E64AC1" w:rsidRPr="003819B3" w:rsidRDefault="00E64AC1">
                            <w:pPr>
                              <w:rPr>
                                <w:color w:val="FF0000"/>
                              </w:rPr>
                            </w:pPr>
                            <w:proofErr w:type="spellStart"/>
                            <w:r w:rsidRPr="003819B3">
                              <w:rPr>
                                <w:color w:val="FF0000"/>
                              </w:rPr>
                              <w:t>Subargument</w:t>
                            </w:r>
                            <w:proofErr w:type="spellEnd"/>
                            <w:r w:rsidRPr="003819B3">
                              <w:rPr>
                                <w:color w:val="FF0000"/>
                              </w:rPr>
                              <w:t xml:space="preserve"> 1.1.2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DB4790" id="Rectangle 3" o:spid="_x0000_s1030" style="position:absolute;margin-left:-44.6pt;margin-top:106.15pt;width:236.25pt;height:137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">
                <v:textbox>
                  <w:txbxContent>
                    <w:p w14:paraId="588FB130" w14:textId="77777777" w:rsidR="001F7E98" w:rsidRPr="003819B3" w:rsidRDefault="001F7E98">
                      <w:pPr>
                        <w:rPr>
                          <w:color w:val="FF0000"/>
                        </w:rPr>
                      </w:pPr>
                      <w:proofErr w:type="gramStart"/>
                      <w:r w:rsidRPr="003819B3">
                        <w:rPr>
                          <w:color w:val="FF0000"/>
                        </w:rPr>
                        <w:t xml:space="preserve">Argument </w:t>
                      </w:r>
                      <w:r w:rsidR="00E64AC1" w:rsidRPr="003819B3">
                        <w:rPr>
                          <w:color w:val="FF0000"/>
                        </w:rPr>
                        <w:t xml:space="preserve"> </w:t>
                      </w:r>
                      <w:proofErr w:type="gramEnd"/>
                      <w:r w:rsidRPr="003819B3">
                        <w:rPr>
                          <w:color w:val="FF0000"/>
                        </w:rPr>
                        <w:t>1</w:t>
                      </w:r>
                      <w:r w:rsidR="00E64AC1" w:rsidRPr="003819B3">
                        <w:rPr>
                          <w:color w:val="FF0000"/>
                        </w:rPr>
                        <w:t>.1</w:t>
                      </w:r>
                      <w:r w:rsidRPr="003819B3">
                        <w:rPr>
                          <w:color w:val="FF0000"/>
                        </w:rPr>
                        <w:t xml:space="preserve"> + ondersteuning</w:t>
                      </w:r>
                    </w:p>
                    <w:p w14:paraId="1B8D5C53" w14:textId="77777777" w:rsidR="00E64AC1" w:rsidRPr="003819B3" w:rsidRDefault="00E64AC1">
                      <w:pPr>
                        <w:rPr>
                          <w:color w:val="FF0000"/>
                        </w:rPr>
                      </w:pPr>
                    </w:p>
                    <w:p w14:paraId="191BA67C" w14:textId="77777777" w:rsidR="00E64AC1" w:rsidRPr="003819B3" w:rsidRDefault="00E64AC1">
                      <w:pPr>
                        <w:rPr>
                          <w:color w:val="FF0000"/>
                        </w:rPr>
                      </w:pPr>
                    </w:p>
                    <w:p w14:paraId="54CE9DB7" w14:textId="77777777" w:rsidR="00E64AC1" w:rsidRPr="003819B3" w:rsidRDefault="00E64AC1">
                      <w:pPr>
                        <w:rPr>
                          <w:color w:val="FF0000"/>
                        </w:rPr>
                      </w:pPr>
                      <w:proofErr w:type="spellStart"/>
                      <w:r w:rsidRPr="003819B3">
                        <w:rPr>
                          <w:color w:val="FF0000"/>
                        </w:rPr>
                        <w:t>Subargument</w:t>
                      </w:r>
                      <w:proofErr w:type="spellEnd"/>
                      <w:r w:rsidRPr="003819B3">
                        <w:rPr>
                          <w:color w:val="FF0000"/>
                        </w:rPr>
                        <w:t xml:space="preserve"> 1.1.2</w:t>
                      </w:r>
                    </w:p>
                  </w:txbxContent>
                </v:textbox>
              </v:rect>
            </w:pict>
          </mc:Fallback>
        </mc:AlternateContent>
      </w:r>
      <w:r>
        <w:t>Naam:</w:t>
      </w:r>
    </w:p>
    <w:p w14:paraId="1C836882" w14:textId="77777777" w:rsidR="006D1293" w:rsidRPr="006D1293" w:rsidRDefault="006D1293" w:rsidP="006D1293">
      <w:pPr>
        <w:jc w:val="center"/>
        <w:rPr>
          <w:color w:val="FF0000"/>
          <w:sz w:val="40"/>
          <w:szCs w:val="40"/>
        </w:rPr>
      </w:pPr>
      <w:r>
        <w:rPr>
          <w:color w:val="FF0000"/>
          <w:sz w:val="40"/>
          <w:szCs w:val="40"/>
        </w:rPr>
        <w:t>Voeg feiten en cijfers toe</w:t>
      </w:r>
    </w:p>
    <w:p w14:paraId="6530CF09" w14:textId="77777777" w:rsidR="006D1293" w:rsidRPr="006D1293" w:rsidRDefault="006D1293" w:rsidP="006D1293">
      <w:pPr>
        <w:jc w:val="center"/>
        <w:rPr>
          <w:color w:val="FF0000"/>
          <w:sz w:val="40"/>
          <w:szCs w:val="40"/>
        </w:rPr>
      </w:pPr>
      <w:r>
        <w:rPr>
          <w:color w:val="FF0000"/>
          <w:sz w:val="40"/>
          <w:szCs w:val="40"/>
        </w:rPr>
        <w:t>Voeg feiten en cijfers toe</w:t>
      </w:r>
    </w:p>
    <w:p w14:paraId="5441C21E" w14:textId="77777777" w:rsidR="00551D60" w:rsidRPr="00551D60" w:rsidRDefault="00551D60" w:rsidP="00551D60"/>
    <w:p w14:paraId="7413FD55" w14:textId="77777777" w:rsidR="00551D60" w:rsidRPr="00551D60" w:rsidRDefault="00551D60" w:rsidP="00551D60"/>
    <w:p w14:paraId="6ACD6996" w14:textId="77777777" w:rsidR="00551D60" w:rsidRPr="00551D60" w:rsidRDefault="00551D60" w:rsidP="00551D60"/>
    <w:p w14:paraId="0FA09348" w14:textId="77777777" w:rsidR="00551D60" w:rsidRPr="00551D60" w:rsidRDefault="00551D60" w:rsidP="00551D60"/>
    <w:p w14:paraId="6C299FCA" w14:textId="77777777" w:rsidR="00551D60" w:rsidRPr="00551D60" w:rsidRDefault="00551D60" w:rsidP="00551D60"/>
    <w:p w14:paraId="2E21948E" w14:textId="77777777" w:rsidR="00551D60" w:rsidRPr="00551D60" w:rsidRDefault="00551D60" w:rsidP="00551D60"/>
    <w:p w14:paraId="7213A5EB" w14:textId="77777777" w:rsidR="00551D60" w:rsidRPr="00551D60" w:rsidRDefault="00551D60" w:rsidP="00551D60"/>
    <w:p w14:paraId="50874727" w14:textId="77777777" w:rsidR="00551D60" w:rsidRPr="00551D60" w:rsidRDefault="00551D60" w:rsidP="00551D60"/>
    <w:p w14:paraId="4029DF51" w14:textId="70C17E81" w:rsidR="00551D60" w:rsidRDefault="00551D60" w:rsidP="00551D60"/>
    <w:p w14:paraId="23087369" w14:textId="3C7C0066" w:rsidR="00551D60" w:rsidRPr="003819B3" w:rsidRDefault="00551D60" w:rsidP="00551D60">
      <w:pPr>
        <w:jc w:val="center"/>
        <w:rPr>
          <w:color w:val="FF0000"/>
        </w:rPr>
      </w:pPr>
      <w:r w:rsidRPr="003819B3">
        <w:rPr>
          <w:color w:val="FF0000"/>
        </w:rPr>
        <w:lastRenderedPageBreak/>
        <w:t>VRAGEN:</w:t>
      </w:r>
      <w:r w:rsidR="003819B3">
        <w:rPr>
          <w:color w:val="FF0000"/>
        </w:rPr>
        <w:t xml:space="preserve"> </w:t>
      </w:r>
    </w:p>
    <w:sectPr w:rsidR="00551D60" w:rsidRPr="003819B3" w:rsidSect="001F7E98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0723BD" w14:textId="77777777" w:rsidR="00E64AC1" w:rsidRDefault="00E64AC1" w:rsidP="00E64AC1">
      <w:pPr>
        <w:spacing w:after="0" w:line="240" w:lineRule="auto"/>
      </w:pPr>
      <w:r>
        <w:separator/>
      </w:r>
    </w:p>
  </w:endnote>
  <w:endnote w:type="continuationSeparator" w:id="0">
    <w:p w14:paraId="3DF2E909" w14:textId="77777777" w:rsidR="00E64AC1" w:rsidRDefault="00E64AC1" w:rsidP="00E64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846F58" w14:textId="0A19C8B5" w:rsidR="00E64AC1" w:rsidRDefault="0051618B">
    <w:pPr>
      <w:pStyle w:val="Voettekst"/>
    </w:pPr>
    <w:r>
      <w:t xml:space="preserve">Argumentatieschema 1 – ingevuld meenemen in week 22 – 26 – 29 </w:t>
    </w:r>
    <w:proofErr w:type="gramStart"/>
    <w:r>
      <w:t xml:space="preserve">mei  </w:t>
    </w:r>
    <w:proofErr w:type="gramEnd"/>
    <w:r>
      <w:t xml:space="preserve">2015 </w:t>
    </w:r>
  </w:p>
  <w:p w14:paraId="71B03338" w14:textId="77777777" w:rsidR="00E64AC1" w:rsidRDefault="00E64AC1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55114A" w14:textId="77777777" w:rsidR="00E64AC1" w:rsidRDefault="00E64AC1" w:rsidP="00E64AC1">
      <w:pPr>
        <w:spacing w:after="0" w:line="240" w:lineRule="auto"/>
      </w:pPr>
      <w:r>
        <w:separator/>
      </w:r>
    </w:p>
  </w:footnote>
  <w:footnote w:type="continuationSeparator" w:id="0">
    <w:p w14:paraId="0EB529AA" w14:textId="77777777" w:rsidR="00E64AC1" w:rsidRDefault="00E64AC1" w:rsidP="00E64A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E98"/>
    <w:rsid w:val="001F7E98"/>
    <w:rsid w:val="003819B3"/>
    <w:rsid w:val="0051618B"/>
    <w:rsid w:val="00551D60"/>
    <w:rsid w:val="006D1293"/>
    <w:rsid w:val="008839ED"/>
    <w:rsid w:val="00BA1E64"/>
    <w:rsid w:val="00E64AC1"/>
    <w:rsid w:val="00F57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DDF86"/>
  <w15:docId w15:val="{DF74BB9B-069D-469A-B5D1-C413F6D65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64A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64AC1"/>
  </w:style>
  <w:style w:type="paragraph" w:styleId="Voettekst">
    <w:name w:val="footer"/>
    <w:basedOn w:val="Standaard"/>
    <w:link w:val="VoettekstChar"/>
    <w:uiPriority w:val="99"/>
    <w:unhideWhenUsed/>
    <w:rsid w:val="00E64A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64A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29050AAD54404D92429D39641D41E8" ma:contentTypeVersion="111" ma:contentTypeDescription="Een nieuw document maken." ma:contentTypeScope="" ma:versionID="44600764cde14d3de6062a0328edc14e">
  <xsd:schema xmlns:xsd="http://www.w3.org/2001/XMLSchema" xmlns:xs="http://www.w3.org/2001/XMLSchema" xmlns:p="http://schemas.microsoft.com/office/2006/metadata/properties" xmlns:ns2="5c82f96f-d469-4a40-b83c-51efc795640b" targetNamespace="http://schemas.microsoft.com/office/2006/metadata/properties" ma:root="true" ma:fieldsID="2c3e8c330e263698d3485fec8da0233c" ns2:_="">
    <xsd:import namespace="5c82f96f-d469-4a40-b83c-51efc795640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2f96f-d469-4a40-b83c-51efc795640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 blijven behouden" ma:description="Id behouden tijdens toevoegen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/>
</file>

<file path=customXml/item4.xml><?xml version="1.0" encoding="utf-8"?>
<?mso-contentType ?>
<SharedContentType xmlns="Microsoft.SharePoint.Taxonomy.ContentTypeSync" SourceId="0654873e-26d9-4f2d-afc5-c375d4cea883" ContentTypeId="0x0101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48D419-6E73-47C9-A5AE-E4A5F7BD65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82f96f-d469-4a40-b83c-51efc79564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E7EAEB-77A4-49BC-9EF7-BB3A51F6AD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47353E-8538-42E3-9550-1427B04834E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865DBA1-DFC8-433B-9A71-0DDE25EA82C9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A0EABC9A-8C15-4166-B83A-08DEAFCAC580}">
  <ds:schemaRefs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5c82f96f-d469-4a40-b83c-51efc795640b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8A90FB1F.dotm</Template>
  <TotalTime>0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Zwijsen College Veghel</Company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rgroenendijk</dc:creator>
  <cp:lastModifiedBy>Berenschot, Karin</cp:lastModifiedBy>
  <cp:revision>2</cp:revision>
  <cp:lastPrinted>2014-03-24T09:54:00Z</cp:lastPrinted>
  <dcterms:created xsi:type="dcterms:W3CDTF">2017-04-20T14:29:00Z</dcterms:created>
  <dcterms:modified xsi:type="dcterms:W3CDTF">2017-04-20T14:29:00Z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0x0101005229050AAD54404D92429D39641D41E8</vt:lpwstr>
  </property>
</Properties>
</file>