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6C45D" w14:textId="77777777" w:rsidR="00F2259A" w:rsidRPr="007975CB" w:rsidRDefault="00F2259A" w:rsidP="00F2259A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</w:t>
      </w:r>
      <w:r>
        <w:rPr>
          <w:b/>
        </w:rPr>
        <w:t>3</w:t>
      </w:r>
      <w:r w:rsidRPr="007975CB">
        <w:rPr>
          <w:b/>
        </w:rPr>
        <w:t xml:space="preserve">F: </w:t>
      </w:r>
      <w:r>
        <w:rPr>
          <w:b/>
        </w:rPr>
        <w:t>getallen, basisbewerkingen: optellen aftrekken</w:t>
      </w:r>
    </w:p>
    <w:p w14:paraId="6807DC5B" w14:textId="77777777" w:rsidR="00F2259A" w:rsidRDefault="00F2259A" w:rsidP="00F2259A">
      <w:pPr>
        <w:rPr>
          <w:b/>
        </w:rPr>
      </w:pPr>
      <w:r>
        <w:rPr>
          <w:b/>
        </w:rPr>
        <w:t>S</w:t>
      </w:r>
      <w:r w:rsidRPr="0066505C">
        <w:rPr>
          <w:b/>
        </w:rPr>
        <w:t>tarter:</w:t>
      </w:r>
      <w:r>
        <w:rPr>
          <w:b/>
        </w:rPr>
        <w:tab/>
      </w:r>
      <w:r>
        <w:rPr>
          <w:b/>
        </w:rPr>
        <w:tab/>
        <w:t xml:space="preserve">filmpje over rekenfouten: </w:t>
      </w:r>
      <w:hyperlink r:id="rId7" w:history="1">
        <w:r w:rsidRPr="00FD6BE8">
          <w:rPr>
            <w:rStyle w:val="Hyperlink"/>
            <w:b/>
          </w:rPr>
          <w:t>https://www.youtube.com/watch?v=nQsZEXowrTU</w:t>
        </w:r>
      </w:hyperlink>
    </w:p>
    <w:p w14:paraId="109D6E39" w14:textId="77777777" w:rsidR="00F2259A" w:rsidRDefault="00F2259A" w:rsidP="00F2259A">
      <w:pPr>
        <w:rPr>
          <w:b/>
        </w:rPr>
      </w:pPr>
      <w:r>
        <w:rPr>
          <w:b/>
        </w:rPr>
        <w:t xml:space="preserve">Starter: </w:t>
      </w:r>
      <w:r>
        <w:rPr>
          <w:b/>
        </w:rPr>
        <w:tab/>
        <w:t xml:space="preserve">24 game online: </w:t>
      </w:r>
      <w:hyperlink r:id="rId8" w:history="1">
        <w:r w:rsidRPr="00FD6BE8">
          <w:rPr>
            <w:rStyle w:val="Hyperlink"/>
            <w:b/>
          </w:rPr>
          <w:t>http://www.mathplayground.com/make_24.html</w:t>
        </w:r>
      </w:hyperlink>
    </w:p>
    <w:p w14:paraId="029A280C" w14:textId="77777777" w:rsidR="00F2259A" w:rsidRDefault="00F2259A" w:rsidP="00F2259A">
      <w:pPr>
        <w:pBdr>
          <w:top w:val="single" w:sz="6" w:space="1" w:color="auto"/>
          <w:bottom w:val="single" w:sz="6" w:space="1" w:color="auto"/>
        </w:pBdr>
        <w:rPr>
          <w:b/>
        </w:rPr>
      </w:pPr>
      <w:r>
        <w:rPr>
          <w:b/>
        </w:rPr>
        <w:t>STARTOPDRACHT: hoofdstuk 1: S1, S2, S3</w:t>
      </w:r>
    </w:p>
    <w:p w14:paraId="6EFF15B2" w14:textId="77777777" w:rsidR="00F2259A" w:rsidRDefault="00F2259A" w:rsidP="00F2259A">
      <w:pPr>
        <w:rPr>
          <w:b/>
        </w:rPr>
      </w:pPr>
      <w:r>
        <w:rPr>
          <w:b/>
        </w:rPr>
        <w:t>Handig rekenen:</w:t>
      </w:r>
    </w:p>
    <w:p w14:paraId="4AF0367E" w14:textId="77777777" w:rsidR="00F2259A" w:rsidRDefault="00F2259A" w:rsidP="00F2259A">
      <w:pPr>
        <w:rPr>
          <w:b/>
        </w:rPr>
        <w:sectPr w:rsidR="00F2259A" w:rsidSect="00F2259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674EAB" w14:textId="77777777" w:rsidR="00F2259A" w:rsidRDefault="00F2259A" w:rsidP="00F2259A">
      <w:pPr>
        <w:rPr>
          <w:b/>
        </w:rPr>
      </w:pPr>
      <w:r>
        <w:rPr>
          <w:b/>
        </w:rPr>
        <w:lastRenderedPageBreak/>
        <w:t>OPTELLEN</w:t>
      </w:r>
    </w:p>
    <w:p w14:paraId="22420097" w14:textId="77777777" w:rsidR="00F2259A" w:rsidRDefault="00F2259A" w:rsidP="00F2259A">
      <w:pPr>
        <w:rPr>
          <w:b/>
        </w:rPr>
      </w:pPr>
      <w:r>
        <w:rPr>
          <w:b/>
        </w:rPr>
        <w:t>Omkeren</w:t>
      </w:r>
    </w:p>
    <w:p w14:paraId="591D6E1B" w14:textId="77777777" w:rsidR="00F2259A" w:rsidRDefault="00F2259A" w:rsidP="00F2259A">
      <w:pPr>
        <w:rPr>
          <w:b/>
        </w:rPr>
      </w:pPr>
      <w:r>
        <w:rPr>
          <w:b/>
        </w:rPr>
        <w:t>Rijgen</w:t>
      </w:r>
    </w:p>
    <w:p w14:paraId="5915E610" w14:textId="77777777" w:rsidR="00F2259A" w:rsidRDefault="00F2259A" w:rsidP="00F2259A">
      <w:pPr>
        <w:rPr>
          <w:b/>
        </w:rPr>
      </w:pPr>
      <w:r>
        <w:rPr>
          <w:b/>
        </w:rPr>
        <w:t>Splitsen</w:t>
      </w:r>
    </w:p>
    <w:p w14:paraId="3827CF00" w14:textId="77777777" w:rsidR="00F2259A" w:rsidRDefault="00F2259A" w:rsidP="00F2259A">
      <w:pPr>
        <w:rPr>
          <w:b/>
        </w:rPr>
      </w:pPr>
      <w:r>
        <w:rPr>
          <w:b/>
        </w:rPr>
        <w:t>Veranderen</w:t>
      </w:r>
    </w:p>
    <w:p w14:paraId="6A3D0F02" w14:textId="77777777" w:rsidR="00F2259A" w:rsidRDefault="00F2259A" w:rsidP="00F2259A">
      <w:pPr>
        <w:rPr>
          <w:b/>
        </w:rPr>
      </w:pPr>
      <w:r>
        <w:rPr>
          <w:b/>
        </w:rPr>
        <w:t>Schakelen</w:t>
      </w:r>
    </w:p>
    <w:p w14:paraId="4375C207" w14:textId="77777777" w:rsidR="00F2259A" w:rsidRDefault="00F2259A" w:rsidP="00F2259A">
      <w:pPr>
        <w:rPr>
          <w:b/>
        </w:rPr>
      </w:pPr>
    </w:p>
    <w:p w14:paraId="17A15B84" w14:textId="77777777" w:rsidR="00F2259A" w:rsidRDefault="00F2259A" w:rsidP="00F2259A">
      <w:pPr>
        <w:rPr>
          <w:b/>
        </w:rPr>
      </w:pPr>
      <w:r>
        <w:rPr>
          <w:b/>
        </w:rPr>
        <w:t>AFTREKKEN</w:t>
      </w:r>
    </w:p>
    <w:p w14:paraId="244089AE" w14:textId="77777777" w:rsidR="00F2259A" w:rsidRDefault="00F2259A" w:rsidP="00F2259A">
      <w:pPr>
        <w:rPr>
          <w:b/>
        </w:rPr>
      </w:pPr>
      <w:r>
        <w:rPr>
          <w:b/>
        </w:rPr>
        <w:t>Rijgen</w:t>
      </w:r>
    </w:p>
    <w:p w14:paraId="5AEEB0ED" w14:textId="77777777" w:rsidR="00F2259A" w:rsidRDefault="00F2259A" w:rsidP="00F2259A">
      <w:pPr>
        <w:rPr>
          <w:b/>
        </w:rPr>
      </w:pPr>
      <w:r>
        <w:rPr>
          <w:b/>
        </w:rPr>
        <w:t>Veranderen</w:t>
      </w:r>
    </w:p>
    <w:p w14:paraId="12065056" w14:textId="77777777" w:rsidR="00F2259A" w:rsidRDefault="00F2259A" w:rsidP="00F2259A">
      <w:pPr>
        <w:rPr>
          <w:b/>
        </w:rPr>
      </w:pPr>
      <w:r>
        <w:rPr>
          <w:b/>
        </w:rPr>
        <w:t>Schakelen</w:t>
      </w:r>
    </w:p>
    <w:p w14:paraId="1744BDB9" w14:textId="77777777" w:rsidR="00F2259A" w:rsidRDefault="00F2259A" w:rsidP="00F2259A">
      <w:pPr>
        <w:ind w:left="2127" w:hanging="1985"/>
        <w:rPr>
          <w:b/>
        </w:rPr>
        <w:sectPr w:rsidR="00F2259A" w:rsidSect="005A4C4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32F2AD0" w14:textId="77777777" w:rsidR="00F2259A" w:rsidRDefault="00F2259A" w:rsidP="00F2259A">
      <w:pPr>
        <w:ind w:left="2127" w:hanging="1985"/>
        <w:rPr>
          <w:b/>
        </w:rPr>
      </w:pPr>
      <w:r>
        <w:rPr>
          <w:b/>
        </w:rPr>
        <w:lastRenderedPageBreak/>
        <w:t>Grote getallen: EEN – TIEN – HONDERD - DUIZEND – TIENDUIZEND – HONDERDUIZEND – MILJOEN – TIEN MILJOEN – HONDERD MILJOEN – MILJARD</w:t>
      </w:r>
    </w:p>
    <w:p w14:paraId="747CA3DF" w14:textId="464BC71F" w:rsidR="00972707" w:rsidRDefault="00455DD4" w:rsidP="00F2259A">
      <w:pPr>
        <w:ind w:left="2127" w:hanging="1985"/>
        <w:rPr>
          <w:b/>
        </w:rPr>
      </w:pPr>
      <w:hyperlink r:id="rId9" w:history="1">
        <w:r w:rsidR="00972707" w:rsidRPr="00972707">
          <w:rPr>
            <w:rStyle w:val="Hyperlink"/>
            <w:b/>
          </w:rPr>
          <w:t>Negatieve getallen</w:t>
        </w:r>
      </w:hyperlink>
    </w:p>
    <w:p w14:paraId="038A47C8" w14:textId="77777777" w:rsidR="00F2259A" w:rsidRDefault="00F2259A" w:rsidP="00F2259A">
      <w:pPr>
        <w:pBdr>
          <w:top w:val="single" w:sz="6" w:space="1" w:color="auto"/>
          <w:bottom w:val="single" w:sz="6" w:space="1" w:color="auto"/>
        </w:pBdr>
        <w:rPr>
          <w:b/>
        </w:rPr>
      </w:pPr>
      <w:r>
        <w:rPr>
          <w:b/>
        </w:rPr>
        <w:t>Toepassen: opdracht 4 + 5 + 7 + 8 + 9</w:t>
      </w:r>
    </w:p>
    <w:tbl>
      <w:tblPr>
        <w:tblpPr w:leftFromText="141" w:rightFromText="141" w:vertAnchor="text" w:horzAnchor="page" w:tblpX="6402" w:tblpY="261"/>
        <w:tblW w:w="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"/>
        <w:gridCol w:w="768"/>
        <w:gridCol w:w="768"/>
        <w:gridCol w:w="768"/>
        <w:gridCol w:w="768"/>
        <w:gridCol w:w="850"/>
      </w:tblGrid>
      <w:tr w:rsidR="00F2259A" w:rsidRPr="00261BA6" w14:paraId="0760E136" w14:textId="77777777" w:rsidTr="00D6685F">
        <w:trPr>
          <w:trHeight w:val="389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6B71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B933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456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A9C7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400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FF61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D5AD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127B" w14:textId="77777777" w:rsidR="00F2259A" w:rsidRPr="00261BA6" w:rsidRDefault="00F2259A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F2259A" w:rsidRPr="00261BA6" w14:paraId="01EDF17C" w14:textId="77777777" w:rsidTr="00D6685F">
        <w:trPr>
          <w:trHeight w:val="332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9715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87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B887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80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D9D9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32000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4C9F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4000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5417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D883" w14:textId="77777777" w:rsidR="00F2259A" w:rsidRPr="00261BA6" w:rsidRDefault="00F2259A" w:rsidP="00D668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36480</w:t>
            </w:r>
          </w:p>
        </w:tc>
      </w:tr>
      <w:tr w:rsidR="00F2259A" w:rsidRPr="00261BA6" w14:paraId="18DECDB7" w14:textId="77777777" w:rsidTr="00D6685F">
        <w:trPr>
          <w:trHeight w:val="229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D7FF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2317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DE7B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2800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E635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4AB5" w14:textId="77777777" w:rsidR="00F2259A" w:rsidRPr="00261BA6" w:rsidRDefault="00F2259A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D839" w14:textId="77777777" w:rsidR="00F2259A" w:rsidRPr="00261BA6" w:rsidRDefault="00F2259A" w:rsidP="00D668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3192</w:t>
            </w:r>
          </w:p>
        </w:tc>
      </w:tr>
      <w:tr w:rsidR="00F2259A" w:rsidRPr="00261BA6" w14:paraId="4E27BA1E" w14:textId="77777777" w:rsidTr="00D6685F">
        <w:trPr>
          <w:trHeight w:val="286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9223" w14:textId="77777777" w:rsidR="00F2259A" w:rsidRPr="00261BA6" w:rsidRDefault="00F2259A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2C71" w14:textId="77777777" w:rsidR="00F2259A" w:rsidRPr="00261BA6" w:rsidRDefault="00F2259A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E230" w14:textId="77777777" w:rsidR="00F2259A" w:rsidRPr="00261BA6" w:rsidRDefault="00F2259A" w:rsidP="00D668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34800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1DEE" w14:textId="77777777" w:rsidR="00F2259A" w:rsidRPr="00261BA6" w:rsidRDefault="00F2259A" w:rsidP="00D668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4350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3325" w14:textId="77777777" w:rsidR="00F2259A" w:rsidRPr="00261BA6" w:rsidRDefault="00F2259A" w:rsidP="00D668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color w:val="000000"/>
                <w:lang w:eastAsia="nl-NL"/>
              </w:rPr>
              <w:t>522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1F77B356" w14:textId="77777777" w:rsidR="00F2259A" w:rsidRPr="00261BA6" w:rsidRDefault="00F2259A" w:rsidP="00D668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nl-NL"/>
              </w:rPr>
            </w:pPr>
            <w:r w:rsidRPr="00261BA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nl-NL"/>
              </w:rPr>
              <w:t>39672</w:t>
            </w:r>
          </w:p>
        </w:tc>
      </w:tr>
    </w:tbl>
    <w:p w14:paraId="651BF381" w14:textId="77777777" w:rsidR="00F2259A" w:rsidRDefault="00F2259A" w:rsidP="00F2259A">
      <w:pPr>
        <w:rPr>
          <w:b/>
        </w:rPr>
      </w:pPr>
      <w:r w:rsidRPr="006A1601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406E622" wp14:editId="27B78C68">
            <wp:simplePos x="0" y="0"/>
            <wp:positionH relativeFrom="column">
              <wp:posOffset>2207895</wp:posOffset>
            </wp:positionH>
            <wp:positionV relativeFrom="paragraph">
              <wp:posOffset>5080</wp:posOffset>
            </wp:positionV>
            <wp:extent cx="865505" cy="1195070"/>
            <wp:effectExtent l="0" t="0" r="0" b="5080"/>
            <wp:wrapThrough wrapText="bothSides">
              <wp:wrapPolygon edited="0">
                <wp:start x="0" y="0"/>
                <wp:lineTo x="0" y="21348"/>
                <wp:lineTo x="20919" y="21348"/>
                <wp:lineTo x="20919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Optellen &amp; aftrekken op papier. </w:t>
      </w:r>
    </w:p>
    <w:p w14:paraId="7C597733" w14:textId="77777777" w:rsidR="00F2259A" w:rsidRDefault="00F2259A" w:rsidP="00F2259A">
      <w:pPr>
        <w:rPr>
          <w:b/>
        </w:rPr>
      </w:pPr>
    </w:p>
    <w:p w14:paraId="0F3EC97B" w14:textId="77777777" w:rsidR="00F2259A" w:rsidRDefault="00F2259A" w:rsidP="00F2259A">
      <w:pPr>
        <w:rPr>
          <w:b/>
        </w:rPr>
      </w:pPr>
    </w:p>
    <w:p w14:paraId="76C42129" w14:textId="77777777" w:rsidR="00F2259A" w:rsidRDefault="00F2259A" w:rsidP="00F2259A">
      <w:pPr>
        <w:rPr>
          <w:b/>
        </w:rPr>
      </w:pPr>
    </w:p>
    <w:p w14:paraId="5D392BE9" w14:textId="77777777" w:rsidR="00F2259A" w:rsidRDefault="00F2259A" w:rsidP="00F2259A">
      <w:pPr>
        <w:rPr>
          <w:b/>
        </w:rPr>
      </w:pPr>
      <w:r>
        <w:rPr>
          <w:b/>
        </w:rPr>
        <w:t xml:space="preserve">Oefenen </w:t>
      </w:r>
    </w:p>
    <w:p w14:paraId="755679F6" w14:textId="77777777" w:rsidR="00F2259A" w:rsidRDefault="00F2259A" w:rsidP="00F2259A">
      <w:pPr>
        <w:rPr>
          <w:b/>
        </w:rPr>
        <w:sectPr w:rsidR="00F2259A" w:rsidSect="005A4C4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91B6ED" w14:textId="77777777" w:rsidR="00F2259A" w:rsidRDefault="00F2259A" w:rsidP="00F2259A">
      <w:pPr>
        <w:rPr>
          <w:b/>
        </w:rPr>
      </w:pPr>
      <w:r>
        <w:rPr>
          <w:b/>
        </w:rPr>
        <w:lastRenderedPageBreak/>
        <w:t xml:space="preserve">Boek </w:t>
      </w:r>
      <w:proofErr w:type="spellStart"/>
      <w:r>
        <w:rPr>
          <w:b/>
        </w:rPr>
        <w:t>Startrekenen</w:t>
      </w:r>
      <w:proofErr w:type="spellEnd"/>
      <w:r>
        <w:rPr>
          <w:b/>
        </w:rPr>
        <w:t xml:space="preserve"> 3F</w:t>
      </w:r>
    </w:p>
    <w:p w14:paraId="1E234C96" w14:textId="77777777" w:rsidR="00F2259A" w:rsidRDefault="00F2259A" w:rsidP="00F2259A">
      <w:pPr>
        <w:rPr>
          <w:b/>
        </w:rPr>
      </w:pPr>
      <w:r>
        <w:rPr>
          <w:b/>
        </w:rPr>
        <w:t>Opdrachten hoofdstuk 1</w:t>
      </w:r>
    </w:p>
    <w:p w14:paraId="4B3DC998" w14:textId="77777777" w:rsidR="00F2259A" w:rsidRDefault="00F2259A" w:rsidP="00F2259A">
      <w:pPr>
        <w:rPr>
          <w:b/>
        </w:rPr>
      </w:pPr>
    </w:p>
    <w:p w14:paraId="59B3EE0D" w14:textId="77777777" w:rsidR="00693FA3" w:rsidRDefault="00693FA3" w:rsidP="00F2259A">
      <w:pPr>
        <w:rPr>
          <w:b/>
        </w:rPr>
      </w:pPr>
    </w:p>
    <w:p w14:paraId="7B9ABF64" w14:textId="77777777" w:rsidR="00693FA3" w:rsidRDefault="00455DD4" w:rsidP="00693FA3">
      <w:pPr>
        <w:rPr>
          <w:b/>
        </w:rPr>
      </w:pPr>
      <w:hyperlink r:id="rId11" w:history="1">
        <w:r w:rsidR="00693FA3" w:rsidRPr="006A09B4">
          <w:rPr>
            <w:rStyle w:val="Hyperlink"/>
            <w:b/>
          </w:rPr>
          <w:t>Rekenkamer: wat kost een kind krijgen</w:t>
        </w:r>
      </w:hyperlink>
    </w:p>
    <w:p w14:paraId="1C6BA16A" w14:textId="77777777" w:rsidR="00F2259A" w:rsidRDefault="00F2259A" w:rsidP="00F2259A">
      <w:pPr>
        <w:rPr>
          <w:b/>
        </w:rPr>
      </w:pPr>
      <w:r>
        <w:rPr>
          <w:b/>
        </w:rPr>
        <w:br w:type="column"/>
      </w:r>
      <w:r>
        <w:rPr>
          <w:b/>
        </w:rPr>
        <w:lastRenderedPageBreak/>
        <w:t>Studiemeter 3F</w:t>
      </w:r>
      <w:r>
        <w:rPr>
          <w:b/>
        </w:rPr>
        <w:br/>
        <w:t>Optellen aftrekken 2f / 3f</w:t>
      </w:r>
    </w:p>
    <w:p w14:paraId="681C2723" w14:textId="77777777" w:rsidR="00F2259A" w:rsidRDefault="00F2259A" w:rsidP="00F2259A">
      <w:pPr>
        <w:rPr>
          <w:b/>
        </w:rPr>
      </w:pPr>
      <w:proofErr w:type="spellStart"/>
      <w:r>
        <w:rPr>
          <w:b/>
        </w:rPr>
        <w:t>Toegpast</w:t>
      </w:r>
      <w:proofErr w:type="spellEnd"/>
      <w:r>
        <w:rPr>
          <w:b/>
        </w:rPr>
        <w:t xml:space="preserve"> rekenen 2f / 3f</w:t>
      </w:r>
    </w:p>
    <w:p w14:paraId="1B165C6F" w14:textId="77777777" w:rsidR="00F2259A" w:rsidRDefault="00F2259A" w:rsidP="00F2259A">
      <w:pPr>
        <w:rPr>
          <w:b/>
        </w:rPr>
        <w:sectPr w:rsidR="00F2259A" w:rsidSect="006A160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6E9D354" w14:textId="77777777" w:rsidR="00693FA3" w:rsidRPr="007975CB" w:rsidRDefault="00F2259A" w:rsidP="00693FA3">
      <w:pPr>
        <w:pBdr>
          <w:bottom w:val="single" w:sz="6" w:space="1" w:color="auto"/>
        </w:pBdr>
        <w:rPr>
          <w:b/>
        </w:rPr>
      </w:pPr>
      <w:r>
        <w:rPr>
          <w:b/>
        </w:rPr>
        <w:lastRenderedPageBreak/>
        <w:br w:type="page"/>
      </w:r>
      <w:r w:rsidR="00693FA3" w:rsidRPr="007975CB">
        <w:rPr>
          <w:b/>
        </w:rPr>
        <w:lastRenderedPageBreak/>
        <w:t xml:space="preserve">Rekenen </w:t>
      </w:r>
      <w:r w:rsidR="00693FA3">
        <w:rPr>
          <w:b/>
        </w:rPr>
        <w:t>3</w:t>
      </w:r>
      <w:r w:rsidR="00693FA3" w:rsidRPr="007975CB">
        <w:rPr>
          <w:b/>
        </w:rPr>
        <w:t xml:space="preserve">F: </w:t>
      </w:r>
      <w:r w:rsidR="00693FA3">
        <w:rPr>
          <w:b/>
        </w:rPr>
        <w:t>getallen, basisbewerkingen: vermenigvuldigen en delen</w:t>
      </w:r>
    </w:p>
    <w:p w14:paraId="535CF5C9" w14:textId="77777777" w:rsidR="00693FA3" w:rsidRDefault="00693FA3" w:rsidP="00693FA3">
      <w:pPr>
        <w:rPr>
          <w:b/>
        </w:rPr>
      </w:pPr>
      <w:r>
        <w:rPr>
          <w:b/>
        </w:rPr>
        <w:t>S</w:t>
      </w:r>
      <w:r w:rsidRPr="0066505C">
        <w:rPr>
          <w:b/>
        </w:rPr>
        <w:t>tarter:</w:t>
      </w:r>
      <w:r>
        <w:rPr>
          <w:b/>
        </w:rPr>
        <w:tab/>
      </w:r>
      <w:r>
        <w:rPr>
          <w:b/>
        </w:rPr>
        <w:tab/>
        <w:t xml:space="preserve">filmpje </w:t>
      </w:r>
      <w:hyperlink r:id="rId12" w:history="1">
        <w:r w:rsidRPr="000F5F5D">
          <w:rPr>
            <w:rStyle w:val="Hyperlink"/>
            <w:b/>
          </w:rPr>
          <w:t>vermenigvuldigen</w:t>
        </w:r>
      </w:hyperlink>
      <w:r>
        <w:rPr>
          <w:b/>
        </w:rPr>
        <w:t xml:space="preserve"> </w:t>
      </w:r>
    </w:p>
    <w:p w14:paraId="304E09AB" w14:textId="77777777" w:rsidR="00693FA3" w:rsidRDefault="00693FA3" w:rsidP="00693FA3">
      <w:r>
        <w:rPr>
          <w:b/>
        </w:rPr>
        <w:tab/>
      </w:r>
      <w:r>
        <w:rPr>
          <w:b/>
        </w:rPr>
        <w:tab/>
        <w:t xml:space="preserve">filmpje </w:t>
      </w:r>
      <w:hyperlink r:id="rId13" w:history="1">
        <w:r w:rsidRPr="00734F04">
          <w:rPr>
            <w:rStyle w:val="Hyperlink"/>
            <w:b/>
          </w:rPr>
          <w:t>delen</w:t>
        </w:r>
      </w:hyperlink>
    </w:p>
    <w:p w14:paraId="3CD5C34E" w14:textId="77777777" w:rsidR="00693FA3" w:rsidRDefault="00693FA3" w:rsidP="00693FA3">
      <w:pPr>
        <w:rPr>
          <w:b/>
        </w:rPr>
      </w:pPr>
      <w:r>
        <w:rPr>
          <w:b/>
        </w:rPr>
        <w:t xml:space="preserve">Starter: </w:t>
      </w:r>
      <w:r>
        <w:rPr>
          <w:b/>
        </w:rPr>
        <w:tab/>
      </w:r>
      <w:hyperlink r:id="rId14" w:history="1">
        <w:r w:rsidRPr="002C263D">
          <w:rPr>
            <w:rStyle w:val="Hyperlink"/>
            <w:b/>
          </w:rPr>
          <w:t>games tafels oefenen</w:t>
        </w:r>
      </w:hyperlink>
      <w:r>
        <w:rPr>
          <w:b/>
        </w:rPr>
        <w:t xml:space="preserve"> </w:t>
      </w:r>
    </w:p>
    <w:p w14:paraId="6FB26D89" w14:textId="77777777" w:rsidR="00693FA3" w:rsidRDefault="00693FA3" w:rsidP="00693FA3">
      <w:pPr>
        <w:pBdr>
          <w:top w:val="single" w:sz="6" w:space="1" w:color="auto"/>
          <w:bottom w:val="single" w:sz="6" w:space="1" w:color="auto"/>
        </w:pBdr>
        <w:rPr>
          <w:b/>
        </w:rPr>
      </w:pPr>
      <w:r>
        <w:rPr>
          <w:b/>
        </w:rPr>
        <w:t>STARTOPDRACHT: hoofdstuk 2: S1, S2, S3, S4</w:t>
      </w:r>
    </w:p>
    <w:p w14:paraId="2B2117AF" w14:textId="77777777" w:rsidR="00693FA3" w:rsidRDefault="00693FA3" w:rsidP="00693FA3">
      <w:pPr>
        <w:rPr>
          <w:b/>
        </w:rPr>
        <w:sectPr w:rsidR="00693FA3" w:rsidSect="00693FA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96523E" w14:textId="77777777" w:rsidR="00693FA3" w:rsidRDefault="00693FA3" w:rsidP="00693FA3">
      <w:pPr>
        <w:rPr>
          <w:b/>
        </w:rPr>
      </w:pPr>
      <w:r>
        <w:rPr>
          <w:b/>
        </w:rPr>
        <w:lastRenderedPageBreak/>
        <w:t>Handig rekenen:</w:t>
      </w:r>
    </w:p>
    <w:p w14:paraId="34DDDACF" w14:textId="77777777" w:rsidR="00693FA3" w:rsidRDefault="00693FA3" w:rsidP="00693FA3">
      <w:pPr>
        <w:rPr>
          <w:b/>
        </w:rPr>
      </w:pPr>
      <w:r>
        <w:rPr>
          <w:b/>
        </w:rPr>
        <w:t>VERMENIGVULDIGEN</w:t>
      </w:r>
    </w:p>
    <w:p w14:paraId="3E1FF936" w14:textId="77777777" w:rsidR="00693FA3" w:rsidRDefault="00693FA3" w:rsidP="00693FA3">
      <w:pPr>
        <w:rPr>
          <w:b/>
        </w:rPr>
      </w:pPr>
      <w:r>
        <w:rPr>
          <w:b/>
        </w:rPr>
        <w:t>Omkeren</w:t>
      </w:r>
    </w:p>
    <w:p w14:paraId="6BA8676E" w14:textId="77777777" w:rsidR="00693FA3" w:rsidRDefault="00693FA3" w:rsidP="00693FA3">
      <w:pPr>
        <w:rPr>
          <w:b/>
        </w:rPr>
      </w:pPr>
      <w:r>
        <w:rPr>
          <w:b/>
        </w:rPr>
        <w:t>Splitsen</w:t>
      </w:r>
    </w:p>
    <w:p w14:paraId="3694C67F" w14:textId="77777777" w:rsidR="00693FA3" w:rsidRDefault="00693FA3" w:rsidP="00693FA3">
      <w:pPr>
        <w:rPr>
          <w:b/>
        </w:rPr>
      </w:pPr>
      <w:r>
        <w:rPr>
          <w:b/>
        </w:rPr>
        <w:t>Veranderen</w:t>
      </w:r>
    </w:p>
    <w:p w14:paraId="048FC065" w14:textId="77777777" w:rsidR="00693FA3" w:rsidRDefault="00693FA3" w:rsidP="00693FA3">
      <w:pPr>
        <w:rPr>
          <w:b/>
        </w:rPr>
      </w:pPr>
      <w:r>
        <w:rPr>
          <w:b/>
        </w:rPr>
        <w:t>Vergroten en verkleinen</w:t>
      </w:r>
    </w:p>
    <w:p w14:paraId="19D49665" w14:textId="77777777" w:rsidR="00693FA3" w:rsidRDefault="00693FA3" w:rsidP="00693FA3">
      <w:pPr>
        <w:rPr>
          <w:b/>
        </w:rPr>
      </w:pPr>
      <w:r>
        <w:rPr>
          <w:b/>
        </w:rPr>
        <w:t>Schakelen</w:t>
      </w:r>
    </w:p>
    <w:p w14:paraId="0B9A60E9" w14:textId="77777777" w:rsidR="00693FA3" w:rsidRDefault="00693FA3" w:rsidP="00693FA3">
      <w:pPr>
        <w:rPr>
          <w:b/>
        </w:rPr>
      </w:pPr>
      <w:r>
        <w:rPr>
          <w:b/>
        </w:rPr>
        <w:br w:type="column"/>
      </w:r>
    </w:p>
    <w:p w14:paraId="3C84714F" w14:textId="77777777" w:rsidR="00693FA3" w:rsidRDefault="00693FA3" w:rsidP="00693FA3">
      <w:pPr>
        <w:rPr>
          <w:b/>
        </w:rPr>
      </w:pPr>
      <w:r>
        <w:rPr>
          <w:b/>
        </w:rPr>
        <w:t>AFTREKKEN</w:t>
      </w:r>
    </w:p>
    <w:p w14:paraId="3FFBB30C" w14:textId="77777777" w:rsidR="00693FA3" w:rsidRDefault="00693FA3" w:rsidP="00693FA3">
      <w:pPr>
        <w:rPr>
          <w:b/>
        </w:rPr>
      </w:pPr>
      <w:r>
        <w:rPr>
          <w:b/>
        </w:rPr>
        <w:t>Splitsen</w:t>
      </w:r>
    </w:p>
    <w:p w14:paraId="3610BAE9" w14:textId="77777777" w:rsidR="00693FA3" w:rsidRDefault="00693FA3" w:rsidP="00693FA3">
      <w:pPr>
        <w:rPr>
          <w:b/>
        </w:rPr>
        <w:sectPr w:rsidR="00693FA3" w:rsidSect="00F4051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b/>
        </w:rPr>
        <w:t>Vergroten en verkleinen</w:t>
      </w:r>
    </w:p>
    <w:p w14:paraId="3ADF5788" w14:textId="77777777" w:rsidR="00693FA3" w:rsidRDefault="00693FA3" w:rsidP="00693FA3">
      <w:pPr>
        <w:rPr>
          <w:b/>
        </w:rPr>
      </w:pPr>
    </w:p>
    <w:p w14:paraId="252DE2E9" w14:textId="77777777" w:rsidR="00693FA3" w:rsidRDefault="00693FA3" w:rsidP="00693FA3">
      <w:pPr>
        <w:ind w:left="2127" w:hanging="1985"/>
        <w:rPr>
          <w:b/>
        </w:rPr>
      </w:pPr>
      <w:r>
        <w:rPr>
          <w:b/>
        </w:rPr>
        <w:t>Vermenigvuldigen met grote getallen: 250 x €800 = 25 x €8 x 1000</w:t>
      </w:r>
    </w:p>
    <w:p w14:paraId="6C66CAB3" w14:textId="77777777" w:rsidR="00693FA3" w:rsidRDefault="00693FA3" w:rsidP="00693FA3">
      <w:pPr>
        <w:pBdr>
          <w:top w:val="single" w:sz="6" w:space="1" w:color="auto"/>
          <w:bottom w:val="single" w:sz="6" w:space="1" w:color="auto"/>
        </w:pBdr>
        <w:rPr>
          <w:b/>
        </w:rPr>
      </w:pPr>
      <w:r>
        <w:rPr>
          <w:b/>
        </w:rPr>
        <w:t>Toepassen: opdracht  7 + 8 + 9</w:t>
      </w:r>
    </w:p>
    <w:p w14:paraId="3E7B2EDC" w14:textId="77777777" w:rsidR="00693FA3" w:rsidRDefault="00693FA3" w:rsidP="00693FA3">
      <w:pPr>
        <w:rPr>
          <w:b/>
        </w:rPr>
      </w:pPr>
      <w:r>
        <w:rPr>
          <w:b/>
        </w:rPr>
        <w:t xml:space="preserve">Vermenigvuldigen op papier. </w:t>
      </w:r>
      <w:r>
        <w:rPr>
          <w:b/>
        </w:rPr>
        <w:br/>
        <w:t>Vermenigvuldigen met decimale getallen op papier.</w:t>
      </w:r>
      <w:r>
        <w:rPr>
          <w:b/>
        </w:rPr>
        <w:br/>
      </w:r>
      <w:r>
        <w:rPr>
          <w:b/>
        </w:rPr>
        <w:br/>
        <w:t xml:space="preserve">Delen op papier: staartdeling en haakdeling. </w:t>
      </w:r>
      <w:r>
        <w:rPr>
          <w:b/>
        </w:rPr>
        <w:br/>
        <w:t>Delen met decimale getallen op papier</w:t>
      </w:r>
    </w:p>
    <w:p w14:paraId="16C19540" w14:textId="77777777" w:rsidR="00693FA3" w:rsidRDefault="00693FA3" w:rsidP="00693FA3">
      <w:pPr>
        <w:rPr>
          <w:b/>
        </w:rPr>
      </w:pPr>
    </w:p>
    <w:p w14:paraId="1B877E3C" w14:textId="77777777" w:rsidR="00693FA3" w:rsidRDefault="00693FA3" w:rsidP="00693FA3">
      <w:pPr>
        <w:rPr>
          <w:b/>
        </w:rPr>
        <w:sectPr w:rsidR="00693FA3" w:rsidSect="00F4051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02904D" w14:textId="77777777" w:rsidR="00693FA3" w:rsidRDefault="00693FA3" w:rsidP="00693FA3">
      <w:pPr>
        <w:rPr>
          <w:b/>
        </w:rPr>
      </w:pPr>
      <w:r>
        <w:rPr>
          <w:b/>
        </w:rPr>
        <w:lastRenderedPageBreak/>
        <w:t>Oefenen:</w:t>
      </w:r>
    </w:p>
    <w:p w14:paraId="55669EE8" w14:textId="77777777" w:rsidR="00693FA3" w:rsidRDefault="00693FA3" w:rsidP="00693FA3">
      <w:pPr>
        <w:rPr>
          <w:b/>
        </w:rPr>
      </w:pPr>
      <w:r>
        <w:rPr>
          <w:b/>
        </w:rPr>
        <w:t xml:space="preserve">Boek: </w:t>
      </w:r>
      <w:proofErr w:type="spellStart"/>
      <w:r>
        <w:rPr>
          <w:b/>
        </w:rPr>
        <w:t>Startrekenen</w:t>
      </w:r>
      <w:proofErr w:type="spellEnd"/>
      <w:r>
        <w:rPr>
          <w:b/>
        </w:rPr>
        <w:t xml:space="preserve"> 3f</w:t>
      </w:r>
    </w:p>
    <w:p w14:paraId="5CEB0851" w14:textId="77777777" w:rsidR="00693FA3" w:rsidRDefault="00693FA3" w:rsidP="00693FA3">
      <w:pPr>
        <w:rPr>
          <w:b/>
        </w:rPr>
      </w:pPr>
      <w:r>
        <w:rPr>
          <w:b/>
        </w:rPr>
        <w:t>Opdrachten hoofdstuk 2</w:t>
      </w:r>
    </w:p>
    <w:p w14:paraId="3FAAE3B1" w14:textId="77777777" w:rsidR="00693FA3" w:rsidRDefault="00693FA3" w:rsidP="00693FA3">
      <w:pPr>
        <w:rPr>
          <w:b/>
        </w:rPr>
      </w:pPr>
    </w:p>
    <w:p w14:paraId="19EDD618" w14:textId="77777777" w:rsidR="00693FA3" w:rsidRDefault="00693FA3" w:rsidP="00693FA3">
      <w:pPr>
        <w:rPr>
          <w:b/>
        </w:rPr>
      </w:pPr>
      <w:r>
        <w:rPr>
          <w:b/>
        </w:rPr>
        <w:t>Studiemeter 3f</w:t>
      </w:r>
    </w:p>
    <w:p w14:paraId="543B138F" w14:textId="77777777" w:rsidR="00693FA3" w:rsidRDefault="00693FA3" w:rsidP="00693FA3">
      <w:pPr>
        <w:rPr>
          <w:b/>
        </w:rPr>
      </w:pPr>
      <w:r>
        <w:rPr>
          <w:b/>
        </w:rPr>
        <w:t>Vermenigvuldigen en delen</w:t>
      </w:r>
    </w:p>
    <w:p w14:paraId="796A41AB" w14:textId="77777777" w:rsidR="00693FA3" w:rsidRDefault="00693FA3" w:rsidP="00693FA3">
      <w:pPr>
        <w:rPr>
          <w:b/>
        </w:rPr>
        <w:sectPr w:rsidR="00693FA3" w:rsidSect="002B768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C662C76" w14:textId="77777777" w:rsidR="00693FA3" w:rsidRDefault="00693FA3" w:rsidP="00693FA3">
      <w:pPr>
        <w:rPr>
          <w:b/>
        </w:rPr>
      </w:pPr>
    </w:p>
    <w:p w14:paraId="76C4A812" w14:textId="77777777" w:rsidR="00693FA3" w:rsidRDefault="00693FA3" w:rsidP="00693FA3">
      <w:pPr>
        <w:rPr>
          <w:b/>
        </w:rPr>
      </w:pPr>
      <w:r>
        <w:rPr>
          <w:b/>
        </w:rPr>
        <w:t xml:space="preserve">Afsluiten: </w:t>
      </w:r>
    </w:p>
    <w:p w14:paraId="7170A875" w14:textId="77777777" w:rsidR="00693FA3" w:rsidRDefault="00693FA3" w:rsidP="00693FA3">
      <w:pPr>
        <w:rPr>
          <w:b/>
        </w:rPr>
      </w:pPr>
      <w:r>
        <w:rPr>
          <w:b/>
        </w:rPr>
        <w:t xml:space="preserve">Game: </w:t>
      </w:r>
      <w:hyperlink r:id="rId15" w:history="1">
        <w:r w:rsidRPr="005D01ED">
          <w:rPr>
            <w:rStyle w:val="Hyperlink"/>
            <w:b/>
          </w:rPr>
          <w:t>24-game</w:t>
        </w:r>
      </w:hyperlink>
      <w:r>
        <w:rPr>
          <w:b/>
        </w:rPr>
        <w:t xml:space="preserve"> en een </w:t>
      </w:r>
      <w:hyperlink r:id="rId16" w:history="1">
        <w:r w:rsidRPr="005D01ED">
          <w:rPr>
            <w:rStyle w:val="Hyperlink"/>
            <w:b/>
          </w:rPr>
          <w:t>oplossing:</w:t>
        </w:r>
      </w:hyperlink>
      <w:r>
        <w:rPr>
          <w:b/>
        </w:rPr>
        <w:t xml:space="preserve"> </w:t>
      </w:r>
    </w:p>
    <w:p w14:paraId="43E4C552" w14:textId="4ACE6D27" w:rsidR="006B3F84" w:rsidRDefault="006B3F84">
      <w:pPr>
        <w:rPr>
          <w:b/>
        </w:rPr>
      </w:pPr>
      <w:r>
        <w:rPr>
          <w:b/>
        </w:rPr>
        <w:br w:type="page"/>
      </w:r>
    </w:p>
    <w:p w14:paraId="2CCD7D87" w14:textId="77777777" w:rsidR="006B3F84" w:rsidRPr="007975CB" w:rsidRDefault="006B3F84" w:rsidP="006B3F84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lastRenderedPageBreak/>
        <w:t xml:space="preserve">Rekenen </w:t>
      </w:r>
      <w:r>
        <w:rPr>
          <w:b/>
        </w:rPr>
        <w:t>3</w:t>
      </w:r>
      <w:r w:rsidRPr="007975CB">
        <w:rPr>
          <w:b/>
        </w:rPr>
        <w:t xml:space="preserve">F: </w:t>
      </w:r>
      <w:r>
        <w:rPr>
          <w:b/>
        </w:rPr>
        <w:t>getallen, basisbewerkingen: breuken</w:t>
      </w:r>
    </w:p>
    <w:p w14:paraId="625581A0" w14:textId="77777777" w:rsidR="006B3F84" w:rsidRDefault="006B3F84" w:rsidP="006B3F84">
      <w:pPr>
        <w:rPr>
          <w:b/>
        </w:rPr>
      </w:pPr>
      <w:r>
        <w:rPr>
          <w:b/>
        </w:rPr>
        <w:t>S</w:t>
      </w:r>
      <w:r w:rsidRPr="0066505C">
        <w:rPr>
          <w:b/>
        </w:rPr>
        <w:t>tarter:</w:t>
      </w:r>
      <w:r>
        <w:rPr>
          <w:b/>
        </w:rPr>
        <w:tab/>
      </w:r>
      <w:r>
        <w:rPr>
          <w:b/>
        </w:rPr>
        <w:tab/>
        <w:t xml:space="preserve">film </w:t>
      </w:r>
      <w:hyperlink r:id="rId17" w:history="1">
        <w:r w:rsidRPr="00FA1CCF">
          <w:rPr>
            <w:rStyle w:val="Hyperlink"/>
            <w:b/>
          </w:rPr>
          <w:t>breuken</w:t>
        </w:r>
      </w:hyperlink>
      <w:r>
        <w:rPr>
          <w:b/>
        </w:rPr>
        <w:t xml:space="preserve"> </w:t>
      </w:r>
    </w:p>
    <w:p w14:paraId="055AD250" w14:textId="77777777" w:rsidR="006B3F84" w:rsidRDefault="006B3F84" w:rsidP="006B3F84">
      <w:r>
        <w:rPr>
          <w:b/>
        </w:rPr>
        <w:tab/>
      </w:r>
      <w:r>
        <w:rPr>
          <w:b/>
        </w:rPr>
        <w:tab/>
      </w:r>
      <w:hyperlink r:id="rId18" w:history="1">
        <w:r w:rsidRPr="00FA1CCF">
          <w:rPr>
            <w:rStyle w:val="Hyperlink"/>
            <w:b/>
          </w:rPr>
          <w:t>Spellen met breuken</w:t>
        </w:r>
      </w:hyperlink>
    </w:p>
    <w:p w14:paraId="0842EBDB" w14:textId="77777777" w:rsidR="006B3F84" w:rsidRDefault="006B3F84" w:rsidP="006B3F84">
      <w:pPr>
        <w:rPr>
          <w:b/>
        </w:rPr>
      </w:pPr>
      <w:r>
        <w:rPr>
          <w:b/>
        </w:rPr>
        <w:t xml:space="preserve">Starter: </w:t>
      </w:r>
      <w:r>
        <w:rPr>
          <w:b/>
        </w:rPr>
        <w:tab/>
        <w:t>A4 blad: ½ ¼ etc. knippen en vullen</w:t>
      </w:r>
      <w:r>
        <w:rPr>
          <w:b/>
        </w:rPr>
        <w:br/>
      </w: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380"/>
        <w:gridCol w:w="960"/>
        <w:gridCol w:w="960"/>
        <w:gridCol w:w="400"/>
        <w:gridCol w:w="960"/>
        <w:gridCol w:w="960"/>
        <w:gridCol w:w="280"/>
        <w:gridCol w:w="960"/>
        <w:gridCol w:w="960"/>
      </w:tblGrid>
      <w:tr w:rsidR="006B3F84" w:rsidRPr="0033484F" w14:paraId="10696531" w14:textId="77777777" w:rsidTr="00D6685F">
        <w:trPr>
          <w:trHeight w:val="30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EEB28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12A7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888E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1/2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7B0A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051A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8173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1/4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EBCD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4D7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0CE0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E63C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1/8</w:t>
            </w:r>
          </w:p>
        </w:tc>
      </w:tr>
      <w:tr w:rsidR="006B3F84" w:rsidRPr="0033484F" w14:paraId="212B5EDB" w14:textId="77777777" w:rsidTr="00D6685F">
        <w:trPr>
          <w:trHeight w:val="300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BB0AA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3582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2AE91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FD1B6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EF36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1B805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D63A4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83E3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7839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1DF8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1/8</w:t>
            </w:r>
          </w:p>
        </w:tc>
      </w:tr>
      <w:tr w:rsidR="006B3F84" w:rsidRPr="0033484F" w14:paraId="337A31B9" w14:textId="77777777" w:rsidTr="00D6685F">
        <w:trPr>
          <w:trHeight w:val="300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2AE09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44C4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A0790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122F6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16C1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A65B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CC65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28A3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EF46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2638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1/8</w:t>
            </w:r>
          </w:p>
        </w:tc>
      </w:tr>
      <w:tr w:rsidR="006B3F84" w:rsidRPr="0033484F" w14:paraId="7F4B328F" w14:textId="77777777" w:rsidTr="00D6685F">
        <w:trPr>
          <w:trHeight w:val="300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257F3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0C00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A2641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A65AD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846C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416A1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4C779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5481" w14:textId="77777777" w:rsidR="006B3F84" w:rsidRPr="0033484F" w:rsidRDefault="006B3F84" w:rsidP="00D66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DA1E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711C" w14:textId="77777777" w:rsidR="006B3F84" w:rsidRPr="0033484F" w:rsidRDefault="006B3F84" w:rsidP="00D6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84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1/8</w:t>
            </w:r>
          </w:p>
        </w:tc>
      </w:tr>
    </w:tbl>
    <w:p w14:paraId="02DF8DAA" w14:textId="77777777" w:rsidR="006B3F84" w:rsidRDefault="006B3F84" w:rsidP="006B3F84">
      <w:pPr>
        <w:rPr>
          <w:b/>
        </w:rPr>
      </w:pPr>
    </w:p>
    <w:p w14:paraId="554A7405" w14:textId="77777777" w:rsidR="006B3F84" w:rsidRDefault="006B3F84" w:rsidP="006B3F84">
      <w:pPr>
        <w:pBdr>
          <w:top w:val="single" w:sz="6" w:space="1" w:color="auto"/>
          <w:bottom w:val="single" w:sz="6" w:space="1" w:color="auto"/>
        </w:pBdr>
        <w:rPr>
          <w:b/>
        </w:rPr>
      </w:pPr>
      <w:r>
        <w:rPr>
          <w:b/>
        </w:rPr>
        <w:t>STARTOPDRACHT: hoofdstuk 3: S1, S2, S3, S4</w:t>
      </w:r>
    </w:p>
    <w:p w14:paraId="2451C5AD" w14:textId="77777777" w:rsidR="006B3F84" w:rsidRDefault="006B3F84" w:rsidP="006B3F84">
      <w:pPr>
        <w:rPr>
          <w:b/>
        </w:rPr>
        <w:sectPr w:rsidR="006B3F84" w:rsidSect="006B3F8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1950DE" w14:textId="77777777" w:rsidR="006B3F84" w:rsidRDefault="006B3F84" w:rsidP="006B3F84">
      <w:pPr>
        <w:rPr>
          <w:b/>
        </w:rPr>
      </w:pPr>
      <w:r>
        <w:rPr>
          <w:b/>
        </w:rPr>
        <w:lastRenderedPageBreak/>
        <w:t xml:space="preserve">Breuken: </w:t>
      </w:r>
      <w:hyperlink r:id="rId19" w:history="1">
        <w:r w:rsidRPr="00B45E00">
          <w:rPr>
            <w:rStyle w:val="Hyperlink"/>
            <w:b/>
          </w:rPr>
          <w:t>optellen</w:t>
        </w:r>
      </w:hyperlink>
      <w:r>
        <w:rPr>
          <w:b/>
        </w:rPr>
        <w:t xml:space="preserve">, aftrekken, </w:t>
      </w:r>
      <w:hyperlink r:id="rId20" w:history="1">
        <w:r w:rsidRPr="008D3530">
          <w:rPr>
            <w:rStyle w:val="Hyperlink"/>
            <w:b/>
          </w:rPr>
          <w:t>vermenigvuldigen, delen</w:t>
        </w:r>
      </w:hyperlink>
    </w:p>
    <w:p w14:paraId="16403862" w14:textId="77777777" w:rsidR="006B3F84" w:rsidRDefault="006B3F84" w:rsidP="006B3F84">
      <w:pPr>
        <w:rPr>
          <w:b/>
        </w:rPr>
      </w:pPr>
      <w:r>
        <w:rPr>
          <w:b/>
        </w:rPr>
        <w:t>Breuken en decimale getallen</w:t>
      </w:r>
    </w:p>
    <w:p w14:paraId="38BFB216" w14:textId="77777777" w:rsidR="006B3F84" w:rsidRDefault="006B3F84" w:rsidP="006B3F84">
      <w:pPr>
        <w:pBdr>
          <w:bottom w:val="single" w:sz="6" w:space="1" w:color="auto"/>
        </w:pBdr>
        <w:rPr>
          <w:b/>
        </w:rPr>
      </w:pPr>
      <w:r>
        <w:rPr>
          <w:b/>
        </w:rPr>
        <w:t xml:space="preserve">Theorie 1: </w:t>
      </w:r>
      <w:r>
        <w:rPr>
          <w:b/>
        </w:rPr>
        <w:tab/>
        <w:t>teller / noemer</w:t>
      </w:r>
      <w:r>
        <w:rPr>
          <w:b/>
        </w:rPr>
        <w:br/>
        <w:t xml:space="preserve">Theorie 2: </w:t>
      </w:r>
      <w:r>
        <w:rPr>
          <w:b/>
        </w:rPr>
        <w:tab/>
        <w:t>vereenvoudigen</w:t>
      </w:r>
      <w:r>
        <w:rPr>
          <w:b/>
        </w:rPr>
        <w:br/>
        <w:t>Theorie 3:</w:t>
      </w:r>
      <w:r>
        <w:rPr>
          <w:b/>
        </w:rPr>
        <w:tab/>
        <w:t>gelijknamig maken</w:t>
      </w:r>
      <w:r>
        <w:rPr>
          <w:b/>
        </w:rPr>
        <w:br/>
        <w:t xml:space="preserve">Theorie 4: </w:t>
      </w:r>
      <w:r>
        <w:rPr>
          <w:b/>
        </w:rPr>
        <w:tab/>
        <w:t>optellen en aftrekken</w:t>
      </w:r>
      <w:r>
        <w:rPr>
          <w:b/>
        </w:rPr>
        <w:br/>
        <w:t xml:space="preserve">Theorie 5 + 6: </w:t>
      </w:r>
      <w:r>
        <w:rPr>
          <w:b/>
        </w:rPr>
        <w:tab/>
        <w:t>vermenigvuldigen</w:t>
      </w:r>
      <w:r>
        <w:rPr>
          <w:b/>
        </w:rPr>
        <w:br/>
        <w:t>Theorie 7 + 8:</w:t>
      </w:r>
      <w:r>
        <w:rPr>
          <w:b/>
        </w:rPr>
        <w:tab/>
        <w:t xml:space="preserve">delen </w:t>
      </w:r>
      <w:r>
        <w:rPr>
          <w:b/>
        </w:rPr>
        <w:br/>
        <w:t>Theorie 9:</w:t>
      </w:r>
      <w:r>
        <w:rPr>
          <w:b/>
        </w:rPr>
        <w:tab/>
        <w:t>breuken en decimale getallen</w:t>
      </w:r>
    </w:p>
    <w:p w14:paraId="2D1FCF75" w14:textId="77777777" w:rsidR="006B3F84" w:rsidRDefault="006B3F84" w:rsidP="006B3F84">
      <w:pPr>
        <w:rPr>
          <w:b/>
        </w:rPr>
        <w:sectPr w:rsidR="006B3F84" w:rsidSect="005A4C4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6690B3" w14:textId="77777777" w:rsidR="006B3F84" w:rsidRDefault="006B3F84" w:rsidP="006B3F84">
      <w:pPr>
        <w:rPr>
          <w:b/>
        </w:rPr>
      </w:pPr>
      <w:r>
        <w:rPr>
          <w:b/>
        </w:rPr>
        <w:lastRenderedPageBreak/>
        <w:t>Oefenen</w:t>
      </w:r>
    </w:p>
    <w:p w14:paraId="51C9EAA8" w14:textId="77777777" w:rsidR="006B3F84" w:rsidRDefault="006B3F84" w:rsidP="006B3F84">
      <w:pPr>
        <w:rPr>
          <w:b/>
        </w:rPr>
      </w:pPr>
      <w:r>
        <w:rPr>
          <w:b/>
        </w:rPr>
        <w:t xml:space="preserve">Boek </w:t>
      </w:r>
      <w:proofErr w:type="spellStart"/>
      <w:r>
        <w:rPr>
          <w:b/>
        </w:rPr>
        <w:t>Startrekenen</w:t>
      </w:r>
      <w:proofErr w:type="spellEnd"/>
      <w:r>
        <w:rPr>
          <w:b/>
        </w:rPr>
        <w:t xml:space="preserve"> 3F</w:t>
      </w:r>
    </w:p>
    <w:p w14:paraId="4A3C21BF" w14:textId="77777777" w:rsidR="006B3F84" w:rsidRDefault="006B3F84" w:rsidP="006B3F84">
      <w:pPr>
        <w:rPr>
          <w:b/>
        </w:rPr>
      </w:pPr>
      <w:r>
        <w:rPr>
          <w:b/>
        </w:rPr>
        <w:t>Opdrachten hoofdstuk 3</w:t>
      </w:r>
    </w:p>
    <w:p w14:paraId="7FE779BE" w14:textId="77777777" w:rsidR="006B3F84" w:rsidRDefault="006B3F84" w:rsidP="006B3F84">
      <w:pPr>
        <w:rPr>
          <w:b/>
        </w:rPr>
      </w:pPr>
    </w:p>
    <w:p w14:paraId="6E367AA9" w14:textId="77777777" w:rsidR="006B3F84" w:rsidRDefault="006B3F84" w:rsidP="006B3F84">
      <w:pPr>
        <w:rPr>
          <w:b/>
        </w:rPr>
      </w:pPr>
      <w:r>
        <w:rPr>
          <w:b/>
        </w:rPr>
        <w:br w:type="column"/>
      </w:r>
    </w:p>
    <w:p w14:paraId="3B0CA35A" w14:textId="77777777" w:rsidR="006B3F84" w:rsidRDefault="006B3F84" w:rsidP="006B3F84">
      <w:pPr>
        <w:rPr>
          <w:b/>
        </w:rPr>
      </w:pPr>
      <w:r>
        <w:rPr>
          <w:b/>
        </w:rPr>
        <w:t>Studiemeter 3F</w:t>
      </w:r>
    </w:p>
    <w:p w14:paraId="6EE37435" w14:textId="77777777" w:rsidR="006B3F84" w:rsidRDefault="006B3F84" w:rsidP="006B3F84">
      <w:pPr>
        <w:rPr>
          <w:b/>
        </w:rPr>
      </w:pPr>
      <w:r>
        <w:rPr>
          <w:b/>
        </w:rPr>
        <w:t>Breuken 2f / 3f</w:t>
      </w:r>
    </w:p>
    <w:p w14:paraId="26EDFE28" w14:textId="77777777" w:rsidR="006B3F84" w:rsidRDefault="006B3F84" w:rsidP="006B3F84">
      <w:pPr>
        <w:rPr>
          <w:b/>
        </w:rPr>
        <w:sectPr w:rsidR="006B3F84" w:rsidSect="006A160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33C0366" w14:textId="77777777" w:rsidR="006B3F84" w:rsidRDefault="006B3F84" w:rsidP="006B3F84">
      <w:pPr>
        <w:rPr>
          <w:b/>
        </w:rPr>
      </w:pPr>
    </w:p>
    <w:p w14:paraId="005B22BF" w14:textId="77777777" w:rsidR="006B3F84" w:rsidRDefault="006B3F84" w:rsidP="006B3F84">
      <w:pPr>
        <w:rPr>
          <w:b/>
        </w:rPr>
      </w:pPr>
    </w:p>
    <w:p w14:paraId="6C3E4AEE" w14:textId="2A918422" w:rsidR="00BA1D5C" w:rsidRDefault="00BA1D5C">
      <w:pPr>
        <w:rPr>
          <w:b/>
        </w:rPr>
      </w:pPr>
      <w:r>
        <w:rPr>
          <w:b/>
        </w:rPr>
        <w:br w:type="page"/>
      </w:r>
    </w:p>
    <w:p w14:paraId="6EE6B23E" w14:textId="77777777" w:rsidR="00BA1D5C" w:rsidRPr="007975CB" w:rsidRDefault="00BA1D5C" w:rsidP="00BA1D5C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lastRenderedPageBreak/>
        <w:t xml:space="preserve">Rekenen </w:t>
      </w:r>
      <w:r>
        <w:rPr>
          <w:b/>
        </w:rPr>
        <w:t>3</w:t>
      </w:r>
      <w:r w:rsidRPr="007975CB">
        <w:rPr>
          <w:b/>
        </w:rPr>
        <w:t xml:space="preserve">F: </w:t>
      </w:r>
      <w:r>
        <w:rPr>
          <w:b/>
        </w:rPr>
        <w:t>getallen, basisbewerkingen: toegepast rekenen</w:t>
      </w:r>
    </w:p>
    <w:p w14:paraId="2350D6FB" w14:textId="77777777" w:rsidR="00BA1D5C" w:rsidRDefault="00BA1D5C" w:rsidP="00BA1D5C">
      <w:pPr>
        <w:rPr>
          <w:b/>
        </w:rPr>
      </w:pPr>
      <w:r>
        <w:rPr>
          <w:b/>
        </w:rPr>
        <w:t>S</w:t>
      </w:r>
      <w:r w:rsidRPr="0066505C">
        <w:rPr>
          <w:b/>
        </w:rPr>
        <w:t>tarter:</w:t>
      </w:r>
      <w:r>
        <w:rPr>
          <w:b/>
        </w:rPr>
        <w:tab/>
      </w:r>
      <w:r>
        <w:rPr>
          <w:b/>
        </w:rPr>
        <w:tab/>
      </w:r>
      <w:hyperlink r:id="rId21" w:history="1">
        <w:r w:rsidRPr="002E33B7">
          <w:rPr>
            <w:rStyle w:val="Hyperlink"/>
            <w:b/>
          </w:rPr>
          <w:t>rekenregels en rekenvolgorde:</w:t>
        </w:r>
      </w:hyperlink>
      <w:r>
        <w:rPr>
          <w:b/>
        </w:rPr>
        <w:t xml:space="preserve"> </w:t>
      </w:r>
    </w:p>
    <w:p w14:paraId="6F5428BB" w14:textId="77777777" w:rsidR="00BA1D5C" w:rsidRDefault="00BA1D5C" w:rsidP="00BA1D5C">
      <w:pPr>
        <w:rPr>
          <w:b/>
        </w:rPr>
      </w:pPr>
      <w:r>
        <w:rPr>
          <w:b/>
        </w:rPr>
        <w:tab/>
      </w:r>
      <w:r>
        <w:rPr>
          <w:b/>
        </w:rPr>
        <w:tab/>
      </w:r>
      <w:hyperlink r:id="rId22" w:history="1">
        <w:r w:rsidRPr="00656437">
          <w:rPr>
            <w:rStyle w:val="Hyperlink"/>
            <w:b/>
          </w:rPr>
          <w:t xml:space="preserve">Onbegrijpelijke materie, rekenen met logaritmes. Wel </w:t>
        </w:r>
        <w:proofErr w:type="spellStart"/>
        <w:r w:rsidRPr="00656437">
          <w:rPr>
            <w:rStyle w:val="Hyperlink"/>
            <w:b/>
          </w:rPr>
          <w:t>funny</w:t>
        </w:r>
        <w:proofErr w:type="spellEnd"/>
      </w:hyperlink>
    </w:p>
    <w:p w14:paraId="0AAB8E11" w14:textId="77777777" w:rsidR="00BA1D5C" w:rsidRDefault="00BA1D5C" w:rsidP="00BA1D5C">
      <w:pPr>
        <w:rPr>
          <w:rStyle w:val="Hyperlink"/>
          <w:b/>
        </w:rPr>
      </w:pPr>
      <w:r>
        <w:rPr>
          <w:b/>
        </w:rPr>
        <w:tab/>
      </w:r>
      <w:r>
        <w:rPr>
          <w:b/>
        </w:rPr>
        <w:tab/>
      </w:r>
      <w:hyperlink r:id="rId23" w:history="1">
        <w:r w:rsidRPr="007526EF">
          <w:rPr>
            <w:rStyle w:val="Hyperlink"/>
            <w:b/>
          </w:rPr>
          <w:t>Meer uitleg over rekenregels en rekenvolgorde</w:t>
        </w:r>
      </w:hyperlink>
    </w:p>
    <w:p w14:paraId="7275C6AA" w14:textId="77777777" w:rsidR="00BA1D5C" w:rsidRDefault="00BA1D5C" w:rsidP="00BA1D5C">
      <w:pPr>
        <w:rPr>
          <w:b/>
        </w:rPr>
      </w:pPr>
    </w:p>
    <w:p w14:paraId="2B535335" w14:textId="77777777" w:rsidR="00BA1D5C" w:rsidRDefault="00BA1D5C" w:rsidP="00BA1D5C">
      <w:pPr>
        <w:pBdr>
          <w:top w:val="single" w:sz="6" w:space="1" w:color="auto"/>
          <w:bottom w:val="single" w:sz="6" w:space="1" w:color="auto"/>
        </w:pBdr>
        <w:rPr>
          <w:b/>
        </w:rPr>
      </w:pPr>
      <w:r>
        <w:rPr>
          <w:b/>
        </w:rPr>
        <w:t>Start opdrachten Deviant boek: s1, s2, s3, s4</w:t>
      </w:r>
    </w:p>
    <w:p w14:paraId="36ABDE03" w14:textId="77777777" w:rsidR="00BA1D5C" w:rsidRDefault="00BA1D5C" w:rsidP="00BA1D5C">
      <w:pPr>
        <w:rPr>
          <w:b/>
        </w:rPr>
      </w:pPr>
    </w:p>
    <w:p w14:paraId="7A70F70C" w14:textId="77777777" w:rsidR="00BA1D5C" w:rsidRDefault="00BA1D5C" w:rsidP="00BA1D5C">
      <w:pPr>
        <w:rPr>
          <w:b/>
        </w:rPr>
      </w:pPr>
      <w:r>
        <w:rPr>
          <w:b/>
        </w:rPr>
        <w:t>Rekenregels</w:t>
      </w:r>
    </w:p>
    <w:p w14:paraId="5AC27F05" w14:textId="77777777" w:rsidR="00BA1D5C" w:rsidRDefault="00BA1D5C" w:rsidP="00BA1D5C">
      <w:pPr>
        <w:rPr>
          <w:b/>
        </w:rPr>
      </w:pPr>
      <w:r>
        <w:rPr>
          <w:b/>
        </w:rPr>
        <w:t>Schatten van uitkomsten</w:t>
      </w:r>
    </w:p>
    <w:p w14:paraId="728FBFCD" w14:textId="77777777" w:rsidR="00BA1D5C" w:rsidRDefault="00BA1D5C" w:rsidP="00BA1D5C">
      <w:pPr>
        <w:rPr>
          <w:b/>
        </w:rPr>
      </w:pPr>
      <w:r>
        <w:rPr>
          <w:b/>
        </w:rPr>
        <w:t>Afronden</w:t>
      </w:r>
    </w:p>
    <w:p w14:paraId="0FBE0546" w14:textId="77777777" w:rsidR="00BA1D5C" w:rsidRDefault="00BA1D5C" w:rsidP="00BA1D5C">
      <w:pPr>
        <w:rPr>
          <w:b/>
        </w:rPr>
      </w:pPr>
      <w:r>
        <w:rPr>
          <w:b/>
        </w:rPr>
        <w:t>Gebruik van de rekenmachine</w:t>
      </w:r>
    </w:p>
    <w:p w14:paraId="07DD1431" w14:textId="77777777" w:rsidR="00BA1D5C" w:rsidRDefault="00BA1D5C" w:rsidP="00BA1D5C">
      <w:pPr>
        <w:rPr>
          <w:b/>
        </w:rPr>
      </w:pPr>
      <w:r>
        <w:rPr>
          <w:b/>
        </w:rPr>
        <w:t>Grote getallen en gebruik rekenmachine</w:t>
      </w:r>
    </w:p>
    <w:p w14:paraId="475C5366" w14:textId="77777777" w:rsidR="00BA1D5C" w:rsidRDefault="00BA1D5C" w:rsidP="00BA1D5C">
      <w:pPr>
        <w:rPr>
          <w:b/>
        </w:rPr>
      </w:pPr>
    </w:p>
    <w:p w14:paraId="3BF8415A" w14:textId="77777777" w:rsidR="00BA1D5C" w:rsidRDefault="00455DD4" w:rsidP="00BA1D5C">
      <w:pPr>
        <w:rPr>
          <w:b/>
        </w:rPr>
      </w:pPr>
      <w:hyperlink r:id="rId24" w:history="1">
        <w:r w:rsidR="00BA1D5C" w:rsidRPr="001B3872">
          <w:rPr>
            <w:rStyle w:val="Hyperlink"/>
            <w:b/>
          </w:rPr>
          <w:t>Voorbeeld examen rekenen</w:t>
        </w:r>
      </w:hyperlink>
    </w:p>
    <w:p w14:paraId="3DEFF69B" w14:textId="77777777" w:rsidR="00BA1D5C" w:rsidRDefault="00BA1D5C" w:rsidP="00BA1D5C">
      <w:pPr>
        <w:rPr>
          <w:b/>
        </w:rPr>
        <w:sectPr w:rsidR="00BA1D5C" w:rsidSect="00F4051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D47B24" w14:textId="77777777" w:rsidR="00BA1D5C" w:rsidRDefault="00BA1D5C" w:rsidP="00BA1D5C">
      <w:pPr>
        <w:rPr>
          <w:b/>
        </w:rPr>
      </w:pPr>
      <w:r>
        <w:rPr>
          <w:b/>
        </w:rPr>
        <w:lastRenderedPageBreak/>
        <w:t>Oefenen:</w:t>
      </w:r>
    </w:p>
    <w:p w14:paraId="2784DDF6" w14:textId="77777777" w:rsidR="00BA1D5C" w:rsidRDefault="00BA1D5C" w:rsidP="00BA1D5C">
      <w:pPr>
        <w:rPr>
          <w:b/>
        </w:rPr>
      </w:pPr>
      <w:r>
        <w:rPr>
          <w:b/>
        </w:rPr>
        <w:t xml:space="preserve">Boek: </w:t>
      </w:r>
      <w:proofErr w:type="spellStart"/>
      <w:r>
        <w:rPr>
          <w:b/>
        </w:rPr>
        <w:t>Startrekenen</w:t>
      </w:r>
      <w:proofErr w:type="spellEnd"/>
      <w:r>
        <w:rPr>
          <w:b/>
        </w:rPr>
        <w:t xml:space="preserve"> 3f</w:t>
      </w:r>
    </w:p>
    <w:p w14:paraId="2F43DD97" w14:textId="77777777" w:rsidR="00BA1D5C" w:rsidRDefault="00BA1D5C" w:rsidP="00BA1D5C">
      <w:pPr>
        <w:rPr>
          <w:b/>
        </w:rPr>
      </w:pPr>
      <w:r>
        <w:rPr>
          <w:b/>
        </w:rPr>
        <w:t>Opdrachten hoofdstuk 4</w:t>
      </w:r>
    </w:p>
    <w:p w14:paraId="5998BEAC" w14:textId="77777777" w:rsidR="00BA1D5C" w:rsidRDefault="00BA1D5C" w:rsidP="00BA1D5C">
      <w:pPr>
        <w:rPr>
          <w:b/>
        </w:rPr>
      </w:pPr>
    </w:p>
    <w:p w14:paraId="53D7BE00" w14:textId="77777777" w:rsidR="00BA1D5C" w:rsidRDefault="00BA1D5C" w:rsidP="00BA1D5C">
      <w:pPr>
        <w:rPr>
          <w:b/>
        </w:rPr>
      </w:pPr>
    </w:p>
    <w:p w14:paraId="16A0E6F6" w14:textId="77777777" w:rsidR="00BA1D5C" w:rsidRDefault="00BA1D5C" w:rsidP="00BA1D5C">
      <w:pPr>
        <w:rPr>
          <w:b/>
        </w:rPr>
      </w:pPr>
      <w:r>
        <w:rPr>
          <w:b/>
        </w:rPr>
        <w:t>Studiemeter 3f</w:t>
      </w:r>
    </w:p>
    <w:p w14:paraId="35C9207E" w14:textId="77777777" w:rsidR="00BA1D5C" w:rsidRDefault="00BA1D5C" w:rsidP="00BA1D5C">
      <w:pPr>
        <w:rPr>
          <w:b/>
        </w:rPr>
      </w:pPr>
      <w:r>
        <w:rPr>
          <w:b/>
        </w:rPr>
        <w:t>Toegepast rekenen 2f / 3f</w:t>
      </w:r>
    </w:p>
    <w:p w14:paraId="7FF0534B" w14:textId="77777777" w:rsidR="00BA1D5C" w:rsidRDefault="00BA1D5C" w:rsidP="00BA1D5C">
      <w:pPr>
        <w:rPr>
          <w:b/>
        </w:rPr>
      </w:pPr>
    </w:p>
    <w:p w14:paraId="41B85610" w14:textId="77777777" w:rsidR="00BA1D5C" w:rsidRDefault="00BA1D5C" w:rsidP="00BA1D5C">
      <w:pPr>
        <w:rPr>
          <w:b/>
        </w:rPr>
        <w:sectPr w:rsidR="00BA1D5C" w:rsidSect="002B768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7CA7A5B" w14:textId="77777777" w:rsidR="00BA1D5C" w:rsidRDefault="00BA1D5C" w:rsidP="00BA1D5C">
      <w:pPr>
        <w:rPr>
          <w:b/>
        </w:rPr>
      </w:pPr>
    </w:p>
    <w:p w14:paraId="0DC4C709" w14:textId="77777777" w:rsidR="00BA1D5C" w:rsidRDefault="00BA1D5C" w:rsidP="00BA1D5C">
      <w:pPr>
        <w:rPr>
          <w:b/>
        </w:rPr>
      </w:pPr>
    </w:p>
    <w:p w14:paraId="51144CCE" w14:textId="77777777" w:rsidR="00BA1D5C" w:rsidRDefault="00BA1D5C" w:rsidP="00BA1D5C">
      <w:pPr>
        <w:rPr>
          <w:b/>
        </w:rPr>
      </w:pPr>
      <w:proofErr w:type="spellStart"/>
      <w:r>
        <w:rPr>
          <w:b/>
        </w:rPr>
        <w:t>Zelftest</w:t>
      </w:r>
      <w:proofErr w:type="spellEnd"/>
      <w:r>
        <w:rPr>
          <w:b/>
        </w:rPr>
        <w:t xml:space="preserve"> toegepast rekenen </w:t>
      </w:r>
    </w:p>
    <w:p w14:paraId="36803359" w14:textId="77777777" w:rsidR="00E23620" w:rsidRDefault="00E23620" w:rsidP="00BA1D5C">
      <w:pPr>
        <w:rPr>
          <w:b/>
        </w:rPr>
      </w:pPr>
    </w:p>
    <w:p w14:paraId="6F3EB24C" w14:textId="1C869848" w:rsidR="00E23620" w:rsidRDefault="00455DD4" w:rsidP="00BA1D5C">
      <w:pPr>
        <w:rPr>
          <w:b/>
        </w:rPr>
      </w:pPr>
      <w:hyperlink r:id="rId25" w:anchor="3" w:history="1">
        <w:r w:rsidR="00E23620" w:rsidRPr="00E23620">
          <w:rPr>
            <w:rStyle w:val="Hyperlink"/>
            <w:b/>
          </w:rPr>
          <w:t>Voorbeeld examens rekenen 3f</w:t>
        </w:r>
      </w:hyperlink>
    </w:p>
    <w:p w14:paraId="12D35EF1" w14:textId="77777777" w:rsidR="00BA1D5C" w:rsidRDefault="00BA1D5C" w:rsidP="00BA1D5C">
      <w:pPr>
        <w:rPr>
          <w:b/>
        </w:rPr>
      </w:pPr>
    </w:p>
    <w:p w14:paraId="2B86D6AF" w14:textId="3B8EC081" w:rsidR="00455DD4" w:rsidRDefault="00455DD4">
      <w:pPr>
        <w:rPr>
          <w:b/>
        </w:rPr>
      </w:pPr>
      <w:r>
        <w:rPr>
          <w:b/>
        </w:rPr>
        <w:br w:type="page"/>
      </w:r>
    </w:p>
    <w:p w14:paraId="0F0BE10B" w14:textId="1A52008A" w:rsidR="00455DD4" w:rsidRDefault="00455DD4" w:rsidP="00455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Referentiekader 3F:</w:t>
      </w:r>
      <w:r>
        <w:rPr>
          <w:rFonts w:ascii="Arial" w:hAnsi="Arial" w:cs="Arial"/>
          <w:b/>
          <w:bCs/>
          <w:sz w:val="18"/>
          <w:szCs w:val="18"/>
        </w:rPr>
        <w:t xml:space="preserve"> Getallen</w:t>
      </w:r>
      <w:bookmarkStart w:id="0" w:name="_GoBack"/>
      <w:bookmarkEnd w:id="0"/>
    </w:p>
    <w:p w14:paraId="55C517AB" w14:textId="583592EA" w:rsidR="00455DD4" w:rsidRDefault="00455DD4" w:rsidP="00455DD4">
      <w:pPr>
        <w:rPr>
          <w:rFonts w:ascii="Arial" w:hAnsi="Arial" w:cs="Arial"/>
          <w:b/>
          <w:bCs/>
          <w:sz w:val="18"/>
          <w:szCs w:val="18"/>
        </w:rPr>
      </w:pPr>
    </w:p>
    <w:p w14:paraId="0529EF90" w14:textId="77777777" w:rsidR="00455DD4" w:rsidRDefault="00455DD4" w:rsidP="00455DD4">
      <w:pPr>
        <w:autoSpaceDE w:val="0"/>
        <w:autoSpaceDN w:val="0"/>
        <w:adjustRightInd w:val="0"/>
        <w:spacing w:after="0" w:line="240" w:lineRule="auto"/>
        <w:ind w:left="3261" w:hanging="3261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 xml:space="preserve">Paraat hebben: </w:t>
      </w:r>
    </w:p>
    <w:p w14:paraId="34D82521" w14:textId="77777777" w:rsidR="00455DD4" w:rsidRPr="000B62A7" w:rsidRDefault="00455DD4" w:rsidP="00455DD4">
      <w:pPr>
        <w:autoSpaceDE w:val="0"/>
        <w:autoSpaceDN w:val="0"/>
        <w:adjustRightInd w:val="0"/>
        <w:spacing w:after="0" w:line="240" w:lineRule="auto"/>
        <w:ind w:left="3261" w:hanging="3261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 xml:space="preserve">Uitspraak, schrijfwijze en betekenis van negatieve </w:t>
      </w:r>
      <w:proofErr w:type="spellStart"/>
      <w:r>
        <w:rPr>
          <w:rFonts w:ascii="ArialMT" w:hAnsi="ArialMT" w:cs="ArialMT"/>
          <w:sz w:val="16"/>
          <w:szCs w:val="16"/>
        </w:rPr>
        <w:t>gestallen</w:t>
      </w:r>
      <w:proofErr w:type="spellEnd"/>
      <w:r>
        <w:rPr>
          <w:rFonts w:ascii="ArialMT" w:hAnsi="ArialMT" w:cs="ArialMT"/>
          <w:sz w:val="16"/>
          <w:szCs w:val="16"/>
        </w:rPr>
        <w:t xml:space="preserve"> (ook op rekenmachine) zoals </w:t>
      </w:r>
      <w:proofErr w:type="spellStart"/>
      <w:r>
        <w:rPr>
          <w:rFonts w:ascii="ArialMT" w:hAnsi="ArialMT" w:cs="ArialMT"/>
          <w:sz w:val="16"/>
          <w:szCs w:val="16"/>
        </w:rPr>
        <w:t>z</w:t>
      </w:r>
      <w:proofErr w:type="spellEnd"/>
      <w:r>
        <w:rPr>
          <w:rFonts w:ascii="ArialMT" w:hAnsi="ArialMT" w:cs="ArialMT"/>
          <w:sz w:val="16"/>
          <w:szCs w:val="16"/>
        </w:rPr>
        <w:t xml:space="preserve"> voorkomen in situaties met bijvoorbeeld temperatuur. Schuld en tekort en hoogte</w:t>
      </w:r>
      <w:r>
        <w:rPr>
          <w:rFonts w:ascii="ArialMT" w:hAnsi="ArialMT" w:cs="ArialMT"/>
          <w:sz w:val="16"/>
          <w:szCs w:val="16"/>
        </w:rPr>
        <w:br/>
      </w:r>
      <w:r w:rsidRPr="000B62A7">
        <w:rPr>
          <w:rFonts w:ascii="ArialMT" w:hAnsi="ArialMT" w:cs="ArialMT"/>
          <w:sz w:val="16"/>
          <w:szCs w:val="16"/>
        </w:rPr>
        <w:t>Aantallen en maten (weergegeven met gehele of decimale getallen) vergelijken en ordenen en weergeven bijvoorbeeld op een schaal van een meetinstrument of een tijdlijn</w:t>
      </w:r>
    </w:p>
    <w:p w14:paraId="63153735" w14:textId="77777777" w:rsidR="00455DD4" w:rsidRPr="000B62A7" w:rsidRDefault="00455DD4" w:rsidP="00455DD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 w:rsidRPr="000B62A7">
        <w:rPr>
          <w:rFonts w:ascii="ArialMT" w:hAnsi="ArialMT" w:cs="ArialMT"/>
          <w:sz w:val="16"/>
          <w:szCs w:val="16"/>
        </w:rPr>
        <w:t>in bekende situaties vaardig rekenen met de daarin voorkomende gehele en decimale getallen en (eenvoudige) breuken (schattend, uit het hoofd, op papier of met de rekenmachine)</w:t>
      </w:r>
    </w:p>
    <w:p w14:paraId="3FF3CC63" w14:textId="77777777" w:rsidR="00455DD4" w:rsidRDefault="00455DD4" w:rsidP="00455DD4">
      <w:pPr>
        <w:autoSpaceDE w:val="0"/>
        <w:autoSpaceDN w:val="0"/>
        <w:adjustRightInd w:val="0"/>
        <w:spacing w:after="0" w:line="240" w:lineRule="auto"/>
        <w:ind w:left="3261" w:hanging="3261"/>
        <w:rPr>
          <w:rFonts w:ascii="Times New Roman" w:eastAsiaTheme="minorEastAsia" w:hAnsi="Times New Roman" w:cs="Times New Roman"/>
          <w:sz w:val="15"/>
          <w:szCs w:val="15"/>
          <w:lang w:val="en-US" w:eastAsia="ja-JP"/>
        </w:rPr>
      </w:pPr>
    </w:p>
    <w:p w14:paraId="06F4CD88" w14:textId="77777777" w:rsidR="00455DD4" w:rsidRPr="00EB5A39" w:rsidRDefault="00455DD4" w:rsidP="00455DD4">
      <w:pPr>
        <w:autoSpaceDE w:val="0"/>
        <w:autoSpaceDN w:val="0"/>
        <w:adjustRightInd w:val="0"/>
        <w:spacing w:after="0" w:line="240" w:lineRule="auto"/>
        <w:ind w:left="3261" w:hanging="3261"/>
        <w:rPr>
          <w:rFonts w:ascii="Times New Roman" w:eastAsiaTheme="minorEastAsia" w:hAnsi="Times New Roman" w:cs="Times New Roman"/>
          <w:sz w:val="15"/>
          <w:szCs w:val="15"/>
          <w:lang w:val="en-US" w:eastAsia="ja-JP"/>
        </w:rPr>
      </w:pPr>
    </w:p>
    <w:p w14:paraId="787D8C88" w14:textId="77777777" w:rsidR="00455DD4" w:rsidRDefault="00455DD4" w:rsidP="00455DD4">
      <w:pPr>
        <w:autoSpaceDE w:val="0"/>
        <w:autoSpaceDN w:val="0"/>
        <w:adjustRightInd w:val="0"/>
        <w:spacing w:after="0" w:line="240" w:lineRule="auto"/>
        <w:ind w:left="3261" w:hanging="3261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Functioneel gebruiken: </w:t>
      </w:r>
    </w:p>
    <w:p w14:paraId="03852B1B" w14:textId="77777777" w:rsidR="00455DD4" w:rsidRDefault="00455DD4" w:rsidP="00455DD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uitspraak, schrijfwijze en betekenis van groet getallen met miljoen en miljard als maat en met passende voorvoegsels (bij maten) functioneel gebruiken.</w:t>
      </w:r>
      <w:r>
        <w:rPr>
          <w:rFonts w:ascii="ArialMT" w:hAnsi="ArialMT" w:cs="ArialMT"/>
          <w:sz w:val="16"/>
          <w:szCs w:val="16"/>
        </w:rPr>
        <w:br/>
        <w:t>O</w:t>
      </w:r>
      <w:r w:rsidRPr="000B62A7">
        <w:rPr>
          <w:rFonts w:ascii="ArialMT" w:hAnsi="ArialMT" w:cs="ArialMT"/>
          <w:sz w:val="16"/>
          <w:szCs w:val="16"/>
        </w:rPr>
        <w:t>m een probleem op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te lossen complexere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situaties vertalen naar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rekenbewerkingen en daarbij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rekenprocedures toepassen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om een gewenst resultaat te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krijgen (schattend, uit het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hoofd, op papier of met de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rekenmachine</w:t>
      </w:r>
      <w:r>
        <w:rPr>
          <w:rFonts w:ascii="ArialMT" w:hAnsi="ArialMT" w:cs="ArialMT"/>
          <w:sz w:val="16"/>
          <w:szCs w:val="16"/>
        </w:rPr>
        <w:br/>
      </w:r>
      <w:r w:rsidRPr="000B62A7">
        <w:rPr>
          <w:rFonts w:ascii="ArialMT" w:hAnsi="ArialMT" w:cs="ArialMT"/>
          <w:sz w:val="16"/>
          <w:szCs w:val="16"/>
        </w:rPr>
        <w:t>resultaten van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een berekening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in termen van de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situatie interpreteren,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bijvoorbeeld nagaan of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een resultaat van een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berekening de juiste</w:t>
      </w:r>
      <w:r>
        <w:rPr>
          <w:rFonts w:ascii="ArialMT" w:hAnsi="ArialMT" w:cs="ArialMT"/>
          <w:sz w:val="16"/>
          <w:szCs w:val="16"/>
        </w:rPr>
        <w:t xml:space="preserve"> </w:t>
      </w:r>
      <w:r w:rsidRPr="000B62A7">
        <w:rPr>
          <w:rFonts w:ascii="ArialMT" w:hAnsi="ArialMT" w:cs="ArialMT"/>
          <w:sz w:val="16"/>
          <w:szCs w:val="16"/>
        </w:rPr>
        <w:t>orde van grootte heeft</w:t>
      </w:r>
      <w:r>
        <w:rPr>
          <w:rFonts w:ascii="ArialMT" w:hAnsi="ArialMT" w:cs="ArialMT"/>
          <w:sz w:val="16"/>
          <w:szCs w:val="16"/>
        </w:rPr>
        <w:t xml:space="preserve"> en wat de foutmarge is en </w:t>
      </w:r>
      <w:r w:rsidRPr="000B62A7">
        <w:rPr>
          <w:rFonts w:ascii="ArialMT" w:hAnsi="ArialMT" w:cs="ArialMT"/>
          <w:sz w:val="16"/>
          <w:szCs w:val="16"/>
        </w:rPr>
        <w:t>betekenisvol afronden</w:t>
      </w:r>
    </w:p>
    <w:p w14:paraId="26D35B4A" w14:textId="77777777" w:rsidR="00455DD4" w:rsidRDefault="00455DD4" w:rsidP="00455DD4">
      <w:pPr>
        <w:autoSpaceDE w:val="0"/>
        <w:autoSpaceDN w:val="0"/>
        <w:adjustRightInd w:val="0"/>
        <w:spacing w:after="0" w:line="240" w:lineRule="auto"/>
        <w:ind w:left="3261" w:hanging="3261"/>
        <w:rPr>
          <w:rFonts w:ascii="ArialMT" w:hAnsi="ArialMT" w:cs="ArialMT"/>
          <w:sz w:val="16"/>
          <w:szCs w:val="16"/>
        </w:rPr>
      </w:pPr>
    </w:p>
    <w:p w14:paraId="1561ED5E" w14:textId="77777777" w:rsidR="00455DD4" w:rsidRDefault="00455DD4" w:rsidP="00455DD4">
      <w:pPr>
        <w:autoSpaceDE w:val="0"/>
        <w:autoSpaceDN w:val="0"/>
        <w:adjustRightInd w:val="0"/>
        <w:spacing w:after="0" w:line="240" w:lineRule="auto"/>
        <w:ind w:left="3261" w:hanging="3261"/>
        <w:rPr>
          <w:rFonts w:ascii="ArialMT" w:hAnsi="ArialMT" w:cs="ArialMT"/>
          <w:sz w:val="16"/>
          <w:szCs w:val="16"/>
        </w:rPr>
      </w:pPr>
    </w:p>
    <w:p w14:paraId="68DBED90" w14:textId="77777777" w:rsidR="00455DD4" w:rsidRDefault="00455DD4" w:rsidP="00455DD4">
      <w:pPr>
        <w:autoSpaceDE w:val="0"/>
        <w:autoSpaceDN w:val="0"/>
        <w:adjustRightInd w:val="0"/>
        <w:spacing w:after="0" w:line="240" w:lineRule="auto"/>
        <w:ind w:left="3261" w:hanging="3261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Weten waarom:</w:t>
      </w:r>
      <w:r>
        <w:rPr>
          <w:rFonts w:ascii="ArialMT" w:hAnsi="ArialMT" w:cs="ArialMT"/>
          <w:sz w:val="16"/>
          <w:szCs w:val="16"/>
        </w:rPr>
        <w:br/>
      </w:r>
      <w:r w:rsidRPr="00EB5A39">
        <w:rPr>
          <w:rFonts w:ascii="Arial" w:hAnsi="Arial" w:cs="Arial"/>
          <w:bCs/>
          <w:sz w:val="18"/>
          <w:szCs w:val="18"/>
        </w:rPr>
        <w:t>In complexe s</w:t>
      </w:r>
      <w:r>
        <w:rPr>
          <w:rFonts w:ascii="Arial" w:hAnsi="Arial" w:cs="Arial"/>
          <w:bCs/>
          <w:sz w:val="18"/>
          <w:szCs w:val="18"/>
        </w:rPr>
        <w:t xml:space="preserve">ituaties rekenprocedures toepassen en daarbij weten waarom het nodig kan zijn haakjes in te zetten en weten hoe dit werkt. Bijvoorbeeld bij gebruik van een rekenmachine of een spreadsheet. </w:t>
      </w:r>
      <w:r>
        <w:rPr>
          <w:rFonts w:ascii="Arial" w:hAnsi="Arial" w:cs="Arial"/>
          <w:bCs/>
          <w:sz w:val="18"/>
          <w:szCs w:val="18"/>
        </w:rPr>
        <w:br/>
        <w:t>E</w:t>
      </w:r>
      <w:r w:rsidRPr="000B62A7">
        <w:rPr>
          <w:rFonts w:ascii="Arial" w:hAnsi="Arial" w:cs="Arial"/>
          <w:bCs/>
          <w:sz w:val="18"/>
          <w:szCs w:val="18"/>
        </w:rPr>
        <w:t>igen repertoire opbouwen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0B62A7">
        <w:rPr>
          <w:rFonts w:ascii="Arial" w:hAnsi="Arial" w:cs="Arial"/>
          <w:bCs/>
          <w:sz w:val="18"/>
          <w:szCs w:val="18"/>
        </w:rPr>
        <w:t>van een getallennetwerk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0B62A7">
        <w:rPr>
          <w:rFonts w:ascii="Arial" w:hAnsi="Arial" w:cs="Arial"/>
          <w:bCs/>
          <w:sz w:val="18"/>
          <w:szCs w:val="18"/>
        </w:rPr>
        <w:t>gerelateerd aan situaties</w:t>
      </w:r>
    </w:p>
    <w:p w14:paraId="6E7BFA04" w14:textId="77777777" w:rsidR="00F2259A" w:rsidRDefault="00F2259A">
      <w:pPr>
        <w:rPr>
          <w:b/>
        </w:rPr>
      </w:pPr>
    </w:p>
    <w:sectPr w:rsidR="00F2259A" w:rsidSect="00D64FC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83E7F"/>
    <w:multiLevelType w:val="hybridMultilevel"/>
    <w:tmpl w:val="1ABAD8DE"/>
    <w:lvl w:ilvl="0" w:tplc="687617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4A"/>
    <w:rsid w:val="00012BD5"/>
    <w:rsid w:val="000B62A7"/>
    <w:rsid w:val="000D733C"/>
    <w:rsid w:val="00183BC1"/>
    <w:rsid w:val="001E1C4A"/>
    <w:rsid w:val="003A64FE"/>
    <w:rsid w:val="003F1188"/>
    <w:rsid w:val="00451FB6"/>
    <w:rsid w:val="00455DD4"/>
    <w:rsid w:val="00465B04"/>
    <w:rsid w:val="004C3DCA"/>
    <w:rsid w:val="00530CDC"/>
    <w:rsid w:val="00555C75"/>
    <w:rsid w:val="00573819"/>
    <w:rsid w:val="0058635A"/>
    <w:rsid w:val="005D57CF"/>
    <w:rsid w:val="005F49EC"/>
    <w:rsid w:val="00615709"/>
    <w:rsid w:val="00616502"/>
    <w:rsid w:val="0066505C"/>
    <w:rsid w:val="00693FA3"/>
    <w:rsid w:val="006B3F84"/>
    <w:rsid w:val="006C0ECC"/>
    <w:rsid w:val="006C4A77"/>
    <w:rsid w:val="006F48B7"/>
    <w:rsid w:val="007E6317"/>
    <w:rsid w:val="00813DA1"/>
    <w:rsid w:val="00820668"/>
    <w:rsid w:val="00972704"/>
    <w:rsid w:val="00972707"/>
    <w:rsid w:val="009924EC"/>
    <w:rsid w:val="009A7E5D"/>
    <w:rsid w:val="00A538C4"/>
    <w:rsid w:val="00BA1D5C"/>
    <w:rsid w:val="00C36E8E"/>
    <w:rsid w:val="00C836FB"/>
    <w:rsid w:val="00D64FCA"/>
    <w:rsid w:val="00D70E9A"/>
    <w:rsid w:val="00DD3BB0"/>
    <w:rsid w:val="00E23620"/>
    <w:rsid w:val="00E94D2A"/>
    <w:rsid w:val="00EB5A39"/>
    <w:rsid w:val="00F2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0DE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1C4A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30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30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530CD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E1C4A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E1C4A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A538C4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635A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530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530C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530CD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1C4A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30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30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530CD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E1C4A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E1C4A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A538C4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635A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530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530C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530CD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playground.com/make_24.html" TargetMode="External"/><Relationship Id="rId13" Type="http://schemas.openxmlformats.org/officeDocument/2006/relationships/hyperlink" Target="http://www.youtube.com/watch?v=4PyzMWQ-7B8" TargetMode="External"/><Relationship Id="rId18" Type="http://schemas.openxmlformats.org/officeDocument/2006/relationships/hyperlink" Target="http://www.google.nl/url?sa=t&amp;rct=j&amp;q=&amp;esrc=s&amp;frm=1&amp;source=web&amp;cd=8&amp;ved=0CGwQFjAH&amp;url=http%3A%2F%2Fwww.volgens-bartjens.nl%2Fdownload%2F6967&amp;ei=v0CXUt4MjcHsBrzEgcAD&amp;usg=AFQjCNGpHRh0CtDqQl1c7LM3EdukUXyxNA&amp;sig2=WYyQI_jyNzGzgZFbvvxTgQ&amp;bvm=bv.57155469,d.ZG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nl.wikipedia.org/wiki/Bewerkingsvolgorde" TargetMode="External"/><Relationship Id="rId7" Type="http://schemas.openxmlformats.org/officeDocument/2006/relationships/hyperlink" Target="https://www.youtube.com/watch?v=nQsZEXowrTU" TargetMode="External"/><Relationship Id="rId12" Type="http://schemas.openxmlformats.org/officeDocument/2006/relationships/hyperlink" Target="http://www.youtube.com/watch?v=d79H5i5SUd8" TargetMode="External"/><Relationship Id="rId17" Type="http://schemas.openxmlformats.org/officeDocument/2006/relationships/hyperlink" Target="http://www.youtube.com/watch?v=BaOHpelXqjM" TargetMode="External"/><Relationship Id="rId25" Type="http://schemas.openxmlformats.org/officeDocument/2006/relationships/hyperlink" Target="https://www.cve.nl/item/voorbeeldexamens_coe_mb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ripts.cac.psu.edu/staff/r/j/rjg5/scripts/Math24.pl" TargetMode="External"/><Relationship Id="rId20" Type="http://schemas.openxmlformats.org/officeDocument/2006/relationships/hyperlink" Target="http://www.youtube.com/watch?v=WcT_FTK0Pew" TargetMode="External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itzendinggemist.net/aflevering/38112/De_Rekenkamer.html" TargetMode="External"/><Relationship Id="rId24" Type="http://schemas.openxmlformats.org/officeDocument/2006/relationships/hyperlink" Target="http://www.cito.nl/onderwijs/voortgezet%20onderwijs/rekentoets_vo/voorbeeldtoetsen.aspx" TargetMode="External"/><Relationship Id="rId32" Type="http://schemas.openxmlformats.org/officeDocument/2006/relationships/customXml" Target="../customXml/item6.xml"/><Relationship Id="rId5" Type="http://schemas.openxmlformats.org/officeDocument/2006/relationships/settings" Target="settings.xml"/><Relationship Id="rId15" Type="http://schemas.openxmlformats.org/officeDocument/2006/relationships/hyperlink" Target="http://www.leerspellen.nl/spel/74/24-spel.html" TargetMode="External"/><Relationship Id="rId23" Type="http://schemas.openxmlformats.org/officeDocument/2006/relationships/hyperlink" Target="http://www.youtube.com/watch?v=C6anFGuxfuU" TargetMode="External"/><Relationship Id="rId28" Type="http://schemas.openxmlformats.org/officeDocument/2006/relationships/customXml" Target="../customXml/item2.xml"/><Relationship Id="rId10" Type="http://schemas.openxmlformats.org/officeDocument/2006/relationships/image" Target="media/image1.emf"/><Relationship Id="rId19" Type="http://schemas.openxmlformats.org/officeDocument/2006/relationships/hyperlink" Target="http://www.youtube.com/watch?v=-xjP6Dkeg3c" TargetMode="External"/><Relationship Id="rId31" Type="http://schemas.openxmlformats.org/officeDocument/2006/relationships/customXml" Target="../customXml/item5.xml"/><Relationship Id="rId4" Type="http://schemas.microsoft.com/office/2007/relationships/stylesWithEffects" Target="stylesWithEffects.xml"/><Relationship Id="rId9" Type="http://schemas.openxmlformats.org/officeDocument/2006/relationships/hyperlink" Target="http://www.beterrekenen.nl/website/?pag=256" TargetMode="External"/><Relationship Id="rId14" Type="http://schemas.openxmlformats.org/officeDocument/2006/relationships/hyperlink" Target="http://www.tafelsoefenen.nl/" TargetMode="External"/><Relationship Id="rId22" Type="http://schemas.openxmlformats.org/officeDocument/2006/relationships/hyperlink" Target="http://www.youtube.com/watch?v=MFVKq-_Lu64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0620027c-625f-40d9-9ed0-ff23b5bfde26" ContentTypeId="0x01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CBA267-409A-4FCE-9685-A5B69517077A}"/>
</file>

<file path=customXml/itemProps2.xml><?xml version="1.0" encoding="utf-8"?>
<ds:datastoreItem xmlns:ds="http://schemas.openxmlformats.org/officeDocument/2006/customXml" ds:itemID="{208E2B7F-B74E-4CFA-AE29-CD5701DD98A2}"/>
</file>

<file path=customXml/itemProps3.xml><?xml version="1.0" encoding="utf-8"?>
<ds:datastoreItem xmlns:ds="http://schemas.openxmlformats.org/officeDocument/2006/customXml" ds:itemID="{84B79B9C-79BD-47C2-91B0-A91DFA5EB65B}"/>
</file>

<file path=customXml/itemProps4.xml><?xml version="1.0" encoding="utf-8"?>
<ds:datastoreItem xmlns:ds="http://schemas.openxmlformats.org/officeDocument/2006/customXml" ds:itemID="{2591582C-9450-4C61-880F-67ACD5934B5F}"/>
</file>

<file path=customXml/itemProps5.xml><?xml version="1.0" encoding="utf-8"?>
<ds:datastoreItem xmlns:ds="http://schemas.openxmlformats.org/officeDocument/2006/customXml" ds:itemID="{01AC3719-AACB-4332-BD3B-26C010765BCC}"/>
</file>

<file path=customXml/itemProps6.xml><?xml version="1.0" encoding="utf-8"?>
<ds:datastoreItem xmlns:ds="http://schemas.openxmlformats.org/officeDocument/2006/customXml" ds:itemID="{CB2FD79B-9FF0-4250-96C0-491119530AB3}"/>
</file>

<file path=docProps/app.xml><?xml version="1.0" encoding="utf-8"?>
<Properties xmlns="http://schemas.openxmlformats.org/officeDocument/2006/extended-properties" xmlns:vt="http://schemas.openxmlformats.org/officeDocument/2006/docPropsVTypes">
  <Template>A8389FA5</Template>
  <TotalTime>10</TotalTime>
  <Pages>5</Pages>
  <Words>866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9</cp:revision>
  <dcterms:created xsi:type="dcterms:W3CDTF">2013-12-13T10:57:00Z</dcterms:created>
  <dcterms:modified xsi:type="dcterms:W3CDTF">2014-01-07T07:31:00Z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32900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