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941" w:rsidRPr="000E4941" w:rsidRDefault="000E4941" w:rsidP="008E41BC">
      <w:pPr>
        <w:spacing w:before="240" w:after="240" w:line="312" w:lineRule="auto"/>
        <w:rPr>
          <w:rFonts w:asciiTheme="majorHAnsi" w:hAnsiTheme="majorHAnsi"/>
          <w:sz w:val="28"/>
          <w:u w:val="single"/>
        </w:rPr>
      </w:pPr>
      <w:bookmarkStart w:id="0" w:name="_GoBack"/>
      <w:bookmarkEnd w:id="0"/>
      <w:r w:rsidRPr="000E4941">
        <w:rPr>
          <w:rFonts w:asciiTheme="majorHAnsi" w:hAnsiTheme="majorHAnsi"/>
          <w:sz w:val="28"/>
          <w:u w:val="single"/>
        </w:rPr>
        <w:t xml:space="preserve">El viaje – viajar – las vacaciones – ir de vacaciones… </w:t>
      </w:r>
    </w:p>
    <w:p w:rsidR="008E41BC" w:rsidRPr="006343DA" w:rsidRDefault="008E41BC" w:rsidP="008E41BC">
      <w:pPr>
        <w:spacing w:before="240" w:after="240" w:line="312" w:lineRule="auto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Ejercicio 1) Rellena los huecos de la letra ‘De Viaje’ (Sin Bandera)</w:t>
      </w:r>
    </w:p>
    <w:p w:rsidR="008E41BC" w:rsidRDefault="005B61E6" w:rsidP="008E41BC">
      <w:pPr>
        <w:spacing w:line="312" w:lineRule="auto"/>
        <w:rPr>
          <w:sz w:val="22"/>
        </w:rPr>
      </w:pPr>
      <w:r w:rsidRPr="008E41BC">
        <w:rPr>
          <w:sz w:val="22"/>
        </w:rPr>
        <w:t>En este viaje que cada mañana</w:t>
      </w:r>
      <w:r w:rsidRPr="008E41BC">
        <w:rPr>
          <w:sz w:val="22"/>
        </w:rPr>
        <w:br/>
        <w:t xml:space="preserve">Lleno de sueños comienzo en la </w:t>
      </w:r>
      <w:r w:rsidRPr="008E41BC">
        <w:rPr>
          <w:noProof/>
          <w:sz w:val="22"/>
          <w:lang w:val="nl-NL" w:eastAsia="nl-NL"/>
        </w:rPr>
        <w:drawing>
          <wp:inline distT="0" distB="0" distL="0" distR="0">
            <wp:extent cx="1291828" cy="831600"/>
            <wp:effectExtent l="25400" t="0" r="3572" b="0"/>
            <wp:docPr id="1" name="irc_mi" descr="http://static.guiainfantil.com/pictures/1010-4-dibujo-de-una-cama-para-imprimir-y-pin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guiainfantil.com/pictures/1010-4-dibujo-de-una-cama-para-imprimir-y-pinta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5591" b="2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>_________________</w:t>
      </w:r>
      <w:r w:rsidRPr="008E41BC">
        <w:rPr>
          <w:sz w:val="22"/>
        </w:rPr>
        <w:br/>
        <w:t xml:space="preserve">Soy un turista que a veces no entiende </w:t>
      </w:r>
      <w:r w:rsidRPr="008E41BC">
        <w:rPr>
          <w:sz w:val="22"/>
        </w:rPr>
        <w:br/>
        <w:t xml:space="preserve">El raro </w:t>
      </w:r>
      <w:r w:rsidR="00F63E71" w:rsidRPr="008E41BC">
        <w:rPr>
          <w:noProof/>
          <w:sz w:val="22"/>
          <w:lang w:val="nl-NL" w:eastAsia="nl-NL"/>
        </w:rPr>
        <w:drawing>
          <wp:inline distT="0" distB="0" distL="0" distR="0">
            <wp:extent cx="1960656" cy="1915200"/>
            <wp:effectExtent l="25400" t="0" r="0" b="0"/>
            <wp:docPr id="2" name="irc_mi" descr="http://s01.s3c.es/imag/_v3/ECONOMISTA/Recursos/225x250/idio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01.s3c.es/imag/_v3/ECONOMISTA/Recursos/225x250/idioma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7559" b="3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>___</w:t>
      </w:r>
      <w:r w:rsidR="00A94395" w:rsidRPr="008E41BC">
        <w:rPr>
          <w:sz w:val="22"/>
        </w:rPr>
        <w:t>_</w:t>
      </w:r>
      <w:r w:rsidR="00F63E71" w:rsidRPr="008E41BC">
        <w:rPr>
          <w:sz w:val="22"/>
        </w:rPr>
        <w:t>__</w:t>
      </w:r>
      <w:r w:rsidR="008E41BC">
        <w:rPr>
          <w:sz w:val="22"/>
        </w:rPr>
        <w:t>__</w:t>
      </w:r>
      <w:r w:rsidR="00F63E71" w:rsidRPr="008E41BC">
        <w:rPr>
          <w:sz w:val="22"/>
        </w:rPr>
        <w:t xml:space="preserve">______ </w:t>
      </w:r>
      <w:r w:rsidRPr="008E41BC">
        <w:rPr>
          <w:sz w:val="22"/>
        </w:rPr>
        <w:t xml:space="preserve">en que me habla la gente </w:t>
      </w:r>
      <w:r w:rsidRPr="008E41BC">
        <w:rPr>
          <w:sz w:val="22"/>
        </w:rPr>
        <w:br/>
        <w:t>Tantas aduanas entre unos y otros</w:t>
      </w:r>
      <w:r w:rsidRPr="008E41BC">
        <w:rPr>
          <w:sz w:val="22"/>
        </w:rPr>
        <w:br/>
        <w:t>Tantas fronteras volviéndonos locos</w:t>
      </w:r>
      <w:r w:rsidRPr="008E41BC">
        <w:rPr>
          <w:sz w:val="22"/>
        </w:rPr>
        <w:br/>
        <w:t>Hay tantos muros entre las miradas</w:t>
      </w:r>
      <w:r w:rsidRPr="008E41BC">
        <w:rPr>
          <w:sz w:val="22"/>
        </w:rPr>
        <w:br/>
        <w:t>Que aunque nos vemos nunca vemos nada</w:t>
      </w:r>
      <w:r w:rsidRPr="008E41BC">
        <w:rPr>
          <w:sz w:val="22"/>
        </w:rPr>
        <w:br/>
      </w:r>
      <w:r w:rsidRPr="008E41BC">
        <w:rPr>
          <w:sz w:val="22"/>
        </w:rPr>
        <w:br/>
        <w:t xml:space="preserve">He visto </w:t>
      </w:r>
      <w:r w:rsidR="00F63E71" w:rsidRPr="008E41BC">
        <w:rPr>
          <w:noProof/>
          <w:sz w:val="22"/>
          <w:lang w:val="nl-NL" w:eastAsia="nl-NL"/>
        </w:rPr>
        <w:drawing>
          <wp:inline distT="0" distB="0" distL="0" distR="0">
            <wp:extent cx="2049300" cy="910800"/>
            <wp:effectExtent l="25400" t="0" r="0" b="0"/>
            <wp:docPr id="5" name="irc_mi" descr="http://motoclubamazonas.webcindario.com/images/dibujo_ruin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otoclubamazonas.webcindario.com/images/dibujo_ruinas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031" t="28611" b="11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>_______________</w:t>
      </w:r>
      <w:r w:rsidRPr="008E41BC">
        <w:rPr>
          <w:sz w:val="22"/>
        </w:rPr>
        <w:t>de sueños caídos</w:t>
      </w:r>
      <w:r w:rsidRPr="008E41BC">
        <w:rPr>
          <w:sz w:val="22"/>
        </w:rPr>
        <w:br/>
      </w:r>
      <w:r w:rsidR="00F63E71" w:rsidRPr="008E41BC">
        <w:rPr>
          <w:noProof/>
          <w:sz w:val="22"/>
          <w:lang w:val="nl-NL" w:eastAsia="nl-NL"/>
        </w:rPr>
        <w:drawing>
          <wp:inline distT="0" distB="0" distL="0" distR="0">
            <wp:extent cx="1395023" cy="910800"/>
            <wp:effectExtent l="25400" t="0" r="1977" b="0"/>
            <wp:docPr id="3" name="irc_mi" descr="http://www.dbnl.org/tekst/minn004natu01_01/minn004natu01ill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bnl.org/tekst/minn004natu01_01/minn004natu01ill29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 xml:space="preserve">______________ </w:t>
      </w:r>
      <w:r w:rsidRPr="008E41BC">
        <w:rPr>
          <w:sz w:val="22"/>
        </w:rPr>
        <w:t xml:space="preserve">de fe en </w:t>
      </w:r>
      <w:r w:rsidR="00F63E71" w:rsidRPr="008E41BC">
        <w:rPr>
          <w:noProof/>
          <w:sz w:val="22"/>
          <w:lang w:val="nl-NL" w:eastAsia="nl-NL"/>
        </w:rPr>
        <w:drawing>
          <wp:inline distT="0" distB="0" distL="0" distR="0">
            <wp:extent cx="1274706" cy="1695600"/>
            <wp:effectExtent l="25400" t="0" r="0" b="0"/>
            <wp:docPr id="8" name="irc_mi" descr="http://www.kids-n-fun.nl/kleurplaatjes/landschap/Thumbs/landschap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-n-fun.nl/kleurplaatjes/landschap/Thumbs/landschap_0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299" t="8590" r="5039" b="12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 xml:space="preserve">____________ </w:t>
      </w:r>
      <w:r w:rsidRPr="008E41BC">
        <w:rPr>
          <w:sz w:val="22"/>
        </w:rPr>
        <w:t>de olvido</w:t>
      </w:r>
      <w:r w:rsidRPr="008E41BC">
        <w:rPr>
          <w:sz w:val="22"/>
        </w:rPr>
        <w:br/>
        <w:t>Y cuando más me encontraba perdido</w:t>
      </w:r>
      <w:r w:rsidRPr="008E41BC">
        <w:rPr>
          <w:sz w:val="22"/>
        </w:rPr>
        <w:br/>
      </w:r>
      <w:r w:rsidRPr="008E41BC">
        <w:rPr>
          <w:sz w:val="22"/>
        </w:rPr>
        <w:lastRenderedPageBreak/>
        <w:t xml:space="preserve">Un </w:t>
      </w:r>
      <w:r w:rsidR="00F63E71" w:rsidRPr="008E41BC">
        <w:rPr>
          <w:noProof/>
          <w:sz w:val="22"/>
          <w:lang w:val="nl-NL" w:eastAsia="nl-NL"/>
        </w:rPr>
        <w:drawing>
          <wp:inline distT="0" distB="0" distL="0" distR="0">
            <wp:extent cx="1166642" cy="1314000"/>
            <wp:effectExtent l="25400" t="0" r="1758" b="0"/>
            <wp:docPr id="14" name="irc_mi" descr="http://www.dibujalia.com/data/media/36/mapa-tesoro-pira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ibujalia.com/data/media/36/mapa-tesoro-pirata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4144" t="1815" r="3730" b="7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642" cy="131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E71" w:rsidRPr="008E41BC">
        <w:rPr>
          <w:sz w:val="22"/>
        </w:rPr>
        <w:t xml:space="preserve">___________________ </w:t>
      </w:r>
      <w:r w:rsidRPr="008E41BC">
        <w:rPr>
          <w:sz w:val="22"/>
        </w:rPr>
        <w:t>de mi me entregaste tú</w:t>
      </w:r>
      <w:r w:rsidRPr="008E41BC">
        <w:rPr>
          <w:sz w:val="22"/>
        </w:rPr>
        <w:br/>
        <w:t>Continuemos el viaje los dos</w:t>
      </w:r>
      <w:r w:rsidRPr="008E41BC">
        <w:rPr>
          <w:sz w:val="22"/>
        </w:rPr>
        <w:br/>
        <w:t>Mismo cielo misma habitación</w:t>
      </w:r>
      <w:r w:rsidRPr="008E41BC">
        <w:rPr>
          <w:sz w:val="22"/>
        </w:rPr>
        <w:br/>
        <w:t>Ya no voy a buscar eres tu el lugar que soñe</w:t>
      </w:r>
      <w:r w:rsidRPr="008E41BC">
        <w:rPr>
          <w:sz w:val="22"/>
        </w:rPr>
        <w:br/>
        <w:t>De viaje te amaré</w:t>
      </w:r>
      <w:r w:rsidRPr="008E41BC">
        <w:rPr>
          <w:sz w:val="22"/>
        </w:rPr>
        <w:br/>
      </w:r>
      <w:r w:rsidRPr="008E41BC">
        <w:rPr>
          <w:sz w:val="22"/>
        </w:rPr>
        <w:br/>
        <w:t xml:space="preserve">Perdí mi </w:t>
      </w:r>
      <w:r w:rsidR="00F06824" w:rsidRPr="008E41BC">
        <w:rPr>
          <w:noProof/>
          <w:sz w:val="22"/>
          <w:lang w:val="nl-NL" w:eastAsia="nl-NL"/>
        </w:rPr>
        <w:drawing>
          <wp:inline distT="0" distB="0" distL="0" distR="0">
            <wp:extent cx="1625891" cy="1166400"/>
            <wp:effectExtent l="25400" t="0" r="0" b="0"/>
            <wp:docPr id="17" name="irc_mi" descr="http://azcolorear.com/dibujos/oi7/Lek/oi7Lekji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zcolorear.com/dibujos/oi7/Lek/oi7LekjiB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26322" b="4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6824" w:rsidRPr="008E41BC">
        <w:rPr>
          <w:sz w:val="22"/>
        </w:rPr>
        <w:t xml:space="preserve">_______________ </w:t>
      </w:r>
      <w:r w:rsidRPr="008E41BC">
        <w:rPr>
          <w:sz w:val="22"/>
        </w:rPr>
        <w:t>por quedarme dormido</w:t>
      </w:r>
      <w:r w:rsidRPr="008E41BC">
        <w:rPr>
          <w:sz w:val="22"/>
        </w:rPr>
        <w:br/>
        <w:t xml:space="preserve">En el </w:t>
      </w:r>
      <w:r w:rsidR="00F06824" w:rsidRPr="008E41BC">
        <w:rPr>
          <w:noProof/>
          <w:sz w:val="22"/>
          <w:lang w:val="nl-NL" w:eastAsia="nl-NL"/>
        </w:rPr>
        <w:drawing>
          <wp:inline distT="0" distB="0" distL="0" distR="0">
            <wp:extent cx="1068000" cy="1281600"/>
            <wp:effectExtent l="25400" t="0" r="0" b="0"/>
            <wp:docPr id="20" name="irc_mi" descr="http://1.bp.blogspot.com/-cFIYFyD-ITs/UcU6hVn5N0I/AAAAAAAAApQ/BsEGIOUKo5M/s1600/hot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cFIYFyD-ITs/UcU6hVn5N0I/AAAAAAAAApQ/BsEGIOUKo5M/s1600/hotel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6824" w:rsidRPr="008E41BC">
        <w:rPr>
          <w:sz w:val="22"/>
        </w:rPr>
        <w:t xml:space="preserve">_________________ </w:t>
      </w:r>
      <w:r w:rsidRPr="008E41BC">
        <w:rPr>
          <w:sz w:val="22"/>
        </w:rPr>
        <w:t>de creerme vencido</w:t>
      </w:r>
      <w:r w:rsidRPr="008E41BC">
        <w:rPr>
          <w:sz w:val="22"/>
        </w:rPr>
        <w:br/>
        <w:t>Corrí las calles del valor perdido</w:t>
      </w:r>
      <w:r w:rsidRPr="008E41BC">
        <w:rPr>
          <w:sz w:val="22"/>
        </w:rPr>
        <w:br/>
        <w:t>Pensé que el viaje no tenía senti</w:t>
      </w:r>
      <w:r w:rsidR="008E41BC">
        <w:rPr>
          <w:sz w:val="22"/>
        </w:rPr>
        <w:t>do.</w:t>
      </w:r>
      <w:r w:rsidRPr="008E41BC">
        <w:rPr>
          <w:sz w:val="22"/>
        </w:rPr>
        <w:br/>
        <w:t>He visto ruinas…</w:t>
      </w:r>
      <w:r w:rsidR="008E41BC">
        <w:rPr>
          <w:sz w:val="22"/>
        </w:rPr>
        <w:t>.</w:t>
      </w:r>
      <w:r w:rsidRPr="008E41BC">
        <w:rPr>
          <w:sz w:val="22"/>
        </w:rPr>
        <w:br/>
        <w:t>Continuemos el viaje…-</w:t>
      </w:r>
    </w:p>
    <w:p w:rsidR="008E41BC" w:rsidRPr="006343DA" w:rsidRDefault="008E41BC" w:rsidP="008E41BC">
      <w:pPr>
        <w:spacing w:before="240" w:after="240" w:line="312" w:lineRule="auto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Ejercicio 2) </w:t>
      </w:r>
      <w:r w:rsidRPr="006343DA">
        <w:rPr>
          <w:rFonts w:asciiTheme="majorHAnsi" w:hAnsiTheme="majorHAnsi"/>
          <w:i/>
        </w:rPr>
        <w:t xml:space="preserve">Habla con un compañero/a sobre tus preferencias. ¿Coincidís en algo? </w:t>
      </w:r>
    </w:p>
    <w:p w:rsidR="008E41BC" w:rsidRDefault="008E41BC" w:rsidP="008E41BC">
      <w:pPr>
        <w:spacing w:line="312" w:lineRule="auto"/>
      </w:pPr>
      <w:r>
        <w:t>* A mi me gusta ir de vacaciones en invierno a la montaña. Y a ti, ¿cuándo y dónde te gusta ir de vacaciones?</w:t>
      </w:r>
    </w:p>
    <w:p w:rsidR="008E41BC" w:rsidRDefault="008E41BC" w:rsidP="008E41BC">
      <w:pPr>
        <w:spacing w:line="312" w:lineRule="auto"/>
      </w:pPr>
      <w:r>
        <w:t xml:space="preserve">- A mi me gusta ir a la playa en verano. </w:t>
      </w:r>
    </w:p>
    <w:p w:rsidR="008E41BC" w:rsidRDefault="008E41BC" w:rsidP="008E41BC">
      <w:pPr>
        <w:spacing w:line="312" w:lineRule="auto"/>
      </w:pPr>
    </w:p>
    <w:p w:rsidR="008E41BC" w:rsidRDefault="008E41BC" w:rsidP="008E41BC">
      <w:pPr>
        <w:spacing w:line="312" w:lineRule="auto"/>
      </w:pPr>
      <w:r>
        <w:t>* Yo cuando voy de vacaciones prefiero ir en coche. ¿Y tú?</w:t>
      </w:r>
    </w:p>
    <w:p w:rsidR="000E4941" w:rsidRDefault="008E41BC" w:rsidP="008E41BC">
      <w:pPr>
        <w:spacing w:line="312" w:lineRule="auto"/>
      </w:pPr>
      <w:r>
        <w:t xml:space="preserve">- Yo prefiero ir en tren, es más divertido. </w:t>
      </w:r>
    </w:p>
    <w:p w:rsidR="000E4941" w:rsidRDefault="000E4941" w:rsidP="008E41BC">
      <w:pPr>
        <w:spacing w:line="312" w:lineRule="auto"/>
      </w:pPr>
    </w:p>
    <w:p w:rsidR="000E4941" w:rsidRDefault="000E4941" w:rsidP="008E41BC">
      <w:pPr>
        <w:spacing w:line="312" w:lineRule="auto"/>
      </w:pPr>
      <w:r>
        <w:t>* Siempre viajo con un grupo de amigos. ¿Y tú?</w:t>
      </w:r>
    </w:p>
    <w:p w:rsidR="002D3238" w:rsidRDefault="000E4941" w:rsidP="008E41BC">
      <w:pPr>
        <w:spacing w:line="312" w:lineRule="auto"/>
      </w:pPr>
      <w:r>
        <w:t>- Yo no, a mi me gusta ir de vacaciones con mi querido/a.</w:t>
      </w:r>
    </w:p>
    <w:p w:rsidR="000E4941" w:rsidRDefault="000E4941" w:rsidP="002D3238">
      <w:pPr>
        <w:spacing w:before="240" w:after="240" w:line="312" w:lineRule="auto"/>
        <w:rPr>
          <w:rFonts w:asciiTheme="majorHAnsi" w:hAnsiTheme="majorHAnsi"/>
          <w:i/>
        </w:rPr>
      </w:pPr>
    </w:p>
    <w:p w:rsidR="002D3238" w:rsidRPr="002D3238" w:rsidRDefault="002D3238" w:rsidP="002D3238">
      <w:pPr>
        <w:spacing w:before="240" w:after="240" w:line="312" w:lineRule="auto"/>
        <w:rPr>
          <w:rFonts w:asciiTheme="majorHAnsi" w:hAnsiTheme="majorHAnsi"/>
          <w:i/>
        </w:rPr>
      </w:pPr>
      <w:r w:rsidRPr="002D3238">
        <w:rPr>
          <w:rFonts w:asciiTheme="majorHAnsi" w:hAnsiTheme="majorHAnsi"/>
          <w:i/>
        </w:rPr>
        <w:lastRenderedPageBreak/>
        <w:t>Ejercicio 3) Escribe sobre tu viaje por España</w:t>
      </w:r>
      <w:r w:rsidR="00F053C2">
        <w:rPr>
          <w:rFonts w:asciiTheme="majorHAnsi" w:hAnsiTheme="majorHAnsi"/>
          <w:i/>
        </w:rPr>
        <w:t xml:space="preserve"> (</w:t>
      </w:r>
      <w:r w:rsidR="00AE6B80">
        <w:rPr>
          <w:rFonts w:ascii="Calibri" w:hAnsi="Calibri"/>
          <w:i/>
        </w:rPr>
        <w:t>5-10</w:t>
      </w:r>
      <w:r w:rsidR="00F053C2">
        <w:rPr>
          <w:rFonts w:asciiTheme="majorHAnsi" w:hAnsiTheme="majorHAnsi"/>
          <w:i/>
        </w:rPr>
        <w:t xml:space="preserve"> líneas)</w:t>
      </w:r>
    </w:p>
    <w:p w:rsidR="000E4941" w:rsidRDefault="000E4941" w:rsidP="002D3238">
      <w:pPr>
        <w:rPr>
          <w:sz w:val="22"/>
        </w:rPr>
      </w:pPr>
      <w:r>
        <w:rPr>
          <w:sz w:val="22"/>
        </w:rPr>
        <w:t>Hola Luisa</w:t>
      </w:r>
    </w:p>
    <w:p w:rsidR="000E4941" w:rsidRDefault="000E4941" w:rsidP="002D3238">
      <w:pPr>
        <w:rPr>
          <w:sz w:val="22"/>
        </w:rPr>
      </w:pPr>
    </w:p>
    <w:p w:rsidR="000E4941" w:rsidRDefault="000E4941" w:rsidP="002D3238">
      <w:pPr>
        <w:rPr>
          <w:sz w:val="22"/>
        </w:rPr>
      </w:pPr>
      <w:r>
        <w:rPr>
          <w:sz w:val="22"/>
        </w:rPr>
        <w:t>Este año he viajado por España con un grupo de amigos.</w:t>
      </w:r>
      <w:r w:rsidR="00173155">
        <w:rPr>
          <w:sz w:val="22"/>
        </w:rPr>
        <w:t xml:space="preserve"> Hemos viajado en coche y en las ciudades hemos andado en bicicleta.</w:t>
      </w:r>
      <w:r>
        <w:rPr>
          <w:sz w:val="22"/>
        </w:rPr>
        <w:t xml:space="preserve"> </w:t>
      </w:r>
      <w:r w:rsidR="002D3238" w:rsidRPr="002D3238">
        <w:rPr>
          <w:sz w:val="22"/>
        </w:rPr>
        <w:t>He</w:t>
      </w:r>
      <w:r w:rsidR="00173155">
        <w:rPr>
          <w:sz w:val="22"/>
        </w:rPr>
        <w:t>mos</w:t>
      </w:r>
      <w:r w:rsidR="002D3238" w:rsidRPr="002D3238">
        <w:rPr>
          <w:sz w:val="22"/>
        </w:rPr>
        <w:t xml:space="preserve"> visitado unas grandes ciudades</w:t>
      </w:r>
      <w:r>
        <w:rPr>
          <w:sz w:val="22"/>
        </w:rPr>
        <w:t xml:space="preserve"> como Barcelona, Madrid, Valencia y Bilbao</w:t>
      </w:r>
      <w:r w:rsidR="002D3238" w:rsidRPr="002D3238">
        <w:rPr>
          <w:sz w:val="22"/>
        </w:rPr>
        <w:t xml:space="preserve">. </w:t>
      </w:r>
    </w:p>
    <w:p w:rsidR="002D3238" w:rsidRPr="002D3238" w:rsidRDefault="002D3238" w:rsidP="002D3238">
      <w:pPr>
        <w:rPr>
          <w:sz w:val="22"/>
        </w:rPr>
      </w:pPr>
      <w:r w:rsidRPr="002D3238">
        <w:rPr>
          <w:sz w:val="22"/>
        </w:rPr>
        <w:t xml:space="preserve">En Barcelona he comido unas tapas en la Boquería y he visitado el estadio Camp Nou. </w:t>
      </w:r>
    </w:p>
    <w:p w:rsidR="002D3238" w:rsidRPr="002D3238" w:rsidRDefault="002D3238" w:rsidP="002D3238">
      <w:pPr>
        <w:rPr>
          <w:sz w:val="22"/>
        </w:rPr>
      </w:pPr>
      <w:r w:rsidRPr="002D3238">
        <w:rPr>
          <w:sz w:val="22"/>
        </w:rPr>
        <w:t>En Madrid he</w:t>
      </w:r>
      <w:r w:rsidR="000E4941">
        <w:rPr>
          <w:sz w:val="22"/>
        </w:rPr>
        <w:t>mos</w:t>
      </w:r>
      <w:r w:rsidRPr="002D3238">
        <w:rPr>
          <w:sz w:val="22"/>
        </w:rPr>
        <w:t xml:space="preserve"> visto unos cuadros en el Museo del Prado, pero prefiero el Museo Guggenheim en Bilbao. </w:t>
      </w:r>
    </w:p>
    <w:p w:rsidR="000E4941" w:rsidRDefault="002D3238" w:rsidP="002D3238">
      <w:pPr>
        <w:rPr>
          <w:sz w:val="22"/>
        </w:rPr>
      </w:pPr>
      <w:r w:rsidRPr="002D3238">
        <w:rPr>
          <w:sz w:val="22"/>
        </w:rPr>
        <w:t>He pasado mi noche favorita</w:t>
      </w:r>
      <w:r w:rsidR="000E4941">
        <w:rPr>
          <w:sz w:val="22"/>
        </w:rPr>
        <w:t xml:space="preserve"> en Valencia. Hemos comido una paella deliciosa </w:t>
      </w:r>
      <w:r w:rsidRPr="002D3238">
        <w:rPr>
          <w:sz w:val="22"/>
        </w:rPr>
        <w:t xml:space="preserve">con amigos y después hemos bailado hasta la mañana. </w:t>
      </w:r>
    </w:p>
    <w:p w:rsidR="000E4941" w:rsidRDefault="000E4941" w:rsidP="002D3238">
      <w:pPr>
        <w:rPr>
          <w:sz w:val="22"/>
        </w:rPr>
      </w:pPr>
    </w:p>
    <w:p w:rsidR="000E4941" w:rsidRDefault="000E4941" w:rsidP="002D3238">
      <w:pPr>
        <w:rPr>
          <w:sz w:val="22"/>
        </w:rPr>
      </w:pPr>
      <w:r>
        <w:rPr>
          <w:sz w:val="22"/>
        </w:rPr>
        <w:t>Besos</w:t>
      </w:r>
    </w:p>
    <w:p w:rsidR="000E4941" w:rsidRDefault="000E4941" w:rsidP="002D3238">
      <w:pPr>
        <w:rPr>
          <w:sz w:val="22"/>
        </w:rPr>
      </w:pPr>
    </w:p>
    <w:p w:rsidR="002D3238" w:rsidRPr="002D3238" w:rsidRDefault="000E4941" w:rsidP="002D3238">
      <w:pPr>
        <w:rPr>
          <w:sz w:val="22"/>
        </w:rPr>
      </w:pPr>
      <w:r>
        <w:rPr>
          <w:sz w:val="22"/>
        </w:rPr>
        <w:t>Barbara</w:t>
      </w:r>
    </w:p>
    <w:p w:rsidR="008E41BC" w:rsidRPr="002D3238" w:rsidRDefault="008E41BC" w:rsidP="008E41BC">
      <w:pPr>
        <w:spacing w:line="312" w:lineRule="auto"/>
        <w:rPr>
          <w:sz w:val="22"/>
        </w:rPr>
      </w:pPr>
    </w:p>
    <w:p w:rsidR="005B61E6" w:rsidRPr="008E41BC" w:rsidRDefault="005B61E6" w:rsidP="008E41BC">
      <w:pPr>
        <w:spacing w:line="312" w:lineRule="auto"/>
        <w:rPr>
          <w:sz w:val="22"/>
        </w:rPr>
      </w:pPr>
    </w:p>
    <w:sectPr w:rsidR="005B61E6" w:rsidRPr="008E41BC" w:rsidSect="00A94395">
      <w:headerReference w:type="default" r:id="rId14"/>
      <w:footerReference w:type="even" r:id="rId15"/>
      <w:footerReference w:type="default" r:id="rId16"/>
      <w:pgSz w:w="11899" w:h="16838"/>
      <w:pgMar w:top="1417" w:right="155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D51BA">
      <w:r>
        <w:separator/>
      </w:r>
    </w:p>
  </w:endnote>
  <w:endnote w:type="continuationSeparator" w:id="0">
    <w:p w:rsidR="00000000" w:rsidRDefault="004D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80" w:rsidRDefault="00AE6B80" w:rsidP="00AE6B8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AE6B80" w:rsidRDefault="00AE6B80" w:rsidP="000E494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80" w:rsidRDefault="00AE6B80" w:rsidP="00AE6B8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D51BA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AE6B80" w:rsidRDefault="00AE6B80" w:rsidP="000E4941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D51BA">
      <w:r>
        <w:separator/>
      </w:r>
    </w:p>
  </w:footnote>
  <w:footnote w:type="continuationSeparator" w:id="0">
    <w:p w:rsidR="00000000" w:rsidRDefault="004D5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80" w:rsidRDefault="00AE6B80">
    <w:pPr>
      <w:pStyle w:val="Koptekst"/>
    </w:pPr>
    <w:r>
      <w:tab/>
    </w:r>
    <w:r>
      <w:tab/>
      <w:t>04/02/2015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B9A"/>
    <w:rsid w:val="000772BE"/>
    <w:rsid w:val="000E4941"/>
    <w:rsid w:val="00173155"/>
    <w:rsid w:val="001F4A9A"/>
    <w:rsid w:val="0027257F"/>
    <w:rsid w:val="002D3238"/>
    <w:rsid w:val="002E04C4"/>
    <w:rsid w:val="00371B9A"/>
    <w:rsid w:val="003B0212"/>
    <w:rsid w:val="004D51BA"/>
    <w:rsid w:val="005B61E6"/>
    <w:rsid w:val="005E2C4D"/>
    <w:rsid w:val="008E41BC"/>
    <w:rsid w:val="00A94395"/>
    <w:rsid w:val="00AE6B80"/>
    <w:rsid w:val="00D66FB0"/>
    <w:rsid w:val="00F053C2"/>
    <w:rsid w:val="00F06824"/>
    <w:rsid w:val="00F63E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B0583-C45E-4F5C-8A5A-4FDD3849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257F"/>
    <w:rPr>
      <w:lang w:val="es-ES_tradnl" w:eastAsia="es-ES_trad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E494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E4941"/>
    <w:rPr>
      <w:lang w:val="es-ES_tradnl" w:eastAsia="es-ES_tradnl"/>
    </w:rPr>
  </w:style>
  <w:style w:type="paragraph" w:styleId="Voettekst">
    <w:name w:val="footer"/>
    <w:basedOn w:val="Standaard"/>
    <w:link w:val="VoettekstChar"/>
    <w:rsid w:val="000E494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E4941"/>
    <w:rPr>
      <w:lang w:val="es-ES_tradnl" w:eastAsia="es-ES_tradnl"/>
    </w:rPr>
  </w:style>
  <w:style w:type="character" w:styleId="Paginanummer">
    <w:name w:val="page number"/>
    <w:basedOn w:val="Standaardalinea-lettertype"/>
    <w:rsid w:val="000E4941"/>
  </w:style>
  <w:style w:type="paragraph" w:styleId="Lijstalinea">
    <w:name w:val="List Paragraph"/>
    <w:basedOn w:val="Standaard"/>
    <w:rsid w:val="000E4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83A51121</Template>
  <TotalTime>0</TotalTime>
  <Pages>3</Pages>
  <Words>307</Words>
  <Characters>1690</Characters>
  <Application>Microsoft Office Word</Application>
  <DocSecurity>4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 este viaje que cada mañana</vt:lpstr>
      <vt:lpstr>En este viaje que cada mañana</vt:lpstr>
    </vt:vector>
  </TitlesOfParts>
  <Company>Windows uE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este viaje que cada mañana</dc:title>
  <dc:subject/>
  <dc:creator>WinuE</dc:creator>
  <cp:keywords/>
  <dc:description/>
  <cp:lastModifiedBy>Huizenga,G.W.</cp:lastModifiedBy>
  <cp:revision>2</cp:revision>
  <cp:lastPrinted>2015-02-03T15:01:00Z</cp:lastPrinted>
  <dcterms:created xsi:type="dcterms:W3CDTF">2015-05-29T11:35:00Z</dcterms:created>
  <dcterms:modified xsi:type="dcterms:W3CDTF">2015-05-29T11:35:00Z</dcterms:modified>
</cp:coreProperties>
</file>