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BB" w:rsidRPr="00D94D2B" w:rsidRDefault="00141FBB" w:rsidP="00141FBB">
      <w:pPr>
        <w:pStyle w:val="Ondertitel"/>
        <w:ind w:left="-180"/>
        <w:rPr>
          <w:rFonts w:ascii="Arial" w:hAnsi="Arial" w:cs="Arial"/>
        </w:rPr>
      </w:pPr>
      <w:r w:rsidRPr="00D94D2B">
        <w:rPr>
          <w:rFonts w:ascii="Arial" w:hAnsi="Arial" w:cs="Arial"/>
          <w:sz w:val="28"/>
          <w:szCs w:val="28"/>
        </w:rPr>
        <w:t xml:space="preserve">Dit is </w:t>
      </w:r>
      <w:r>
        <w:rPr>
          <w:rFonts w:ascii="Arial" w:hAnsi="Arial" w:cs="Arial"/>
          <w:sz w:val="28"/>
          <w:szCs w:val="28"/>
        </w:rPr>
        <w:t>het</w:t>
      </w:r>
      <w:r w:rsidRPr="00D94D2B">
        <w:rPr>
          <w:rFonts w:ascii="Arial" w:hAnsi="Arial" w:cs="Arial"/>
          <w:sz w:val="28"/>
          <w:szCs w:val="28"/>
        </w:rPr>
        <w:t xml:space="preserve"> voorbeeld</w:t>
      </w:r>
      <w:r>
        <w:rPr>
          <w:rFonts w:ascii="Arial" w:hAnsi="Arial" w:cs="Arial"/>
          <w:sz w:val="28"/>
          <w:szCs w:val="28"/>
        </w:rPr>
        <w:t xml:space="preserve"> dat je moet inkleuren</w:t>
      </w:r>
    </w:p>
    <w:p w:rsidR="00141FBB" w:rsidRPr="00846284" w:rsidRDefault="00141FBB" w:rsidP="00141FBB"/>
    <w:p w:rsidR="00141FBB" w:rsidRPr="00846284" w:rsidRDefault="00141FBB" w:rsidP="00141FBB">
      <w:bookmarkStart w:id="0" w:name="_GoBack"/>
      <w:bookmarkEnd w:id="0"/>
    </w:p>
    <w:p w:rsidR="00141FBB" w:rsidRPr="00846284" w:rsidRDefault="00141FBB" w:rsidP="00141FBB">
      <w:r>
        <w:rPr>
          <w:b/>
          <w:bCs/>
          <w:noProof/>
        </w:rPr>
        <w:drawing>
          <wp:anchor distT="0" distB="0" distL="114300" distR="114300" simplePos="0" relativeHeight="251659264" behindDoc="0" locked="0" layoutInCell="1" allowOverlap="1" wp14:anchorId="167981F8" wp14:editId="4E7BC3EF">
            <wp:simplePos x="0" y="0"/>
            <wp:positionH relativeFrom="column">
              <wp:posOffset>43180</wp:posOffset>
            </wp:positionH>
            <wp:positionV relativeFrom="paragraph">
              <wp:posOffset>256540</wp:posOffset>
            </wp:positionV>
            <wp:extent cx="5753100" cy="5572125"/>
            <wp:effectExtent l="0" t="0" r="0" b="9525"/>
            <wp:wrapSquare wrapText="bothSides"/>
            <wp:docPr id="24" name="Afbeelding 3" descr="kleurencirk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3" descr="kleurencirkel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5572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1FBB" w:rsidRPr="00846284" w:rsidRDefault="00141FBB" w:rsidP="00141FBB"/>
    <w:p w:rsidR="00141FBB" w:rsidRPr="00846284" w:rsidRDefault="00141FBB" w:rsidP="00141FBB"/>
    <w:p w:rsidR="00141FBB" w:rsidRPr="00846284" w:rsidRDefault="00141FBB" w:rsidP="00141FBB"/>
    <w:p w:rsidR="00141FBB" w:rsidRPr="00846284" w:rsidRDefault="00141FBB" w:rsidP="00141FBB"/>
    <w:p w:rsidR="00141FBB" w:rsidRPr="00846284" w:rsidRDefault="00141FBB" w:rsidP="00141FBB"/>
    <w:p w:rsidR="003A5733" w:rsidRDefault="003A5733"/>
    <w:sectPr w:rsidR="003A573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g LET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FBB"/>
    <w:rsid w:val="00141FBB"/>
    <w:rsid w:val="003A5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1F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link w:val="OndertitelChar"/>
    <w:qFormat/>
    <w:rsid w:val="00141FBB"/>
    <w:pPr>
      <w:spacing w:after="0" w:line="240" w:lineRule="auto"/>
      <w:jc w:val="center"/>
    </w:pPr>
    <w:rPr>
      <w:rFonts w:ascii="Tag LET" w:eastAsia="Times New Roman" w:hAnsi="Tag LET" w:cs="Times New Roman"/>
      <w:b/>
      <w:bCs/>
      <w:sz w:val="144"/>
      <w:szCs w:val="24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141FBB"/>
    <w:rPr>
      <w:rFonts w:ascii="Tag LET" w:eastAsia="Times New Roman" w:hAnsi="Tag LET" w:cs="Times New Roman"/>
      <w:b/>
      <w:bCs/>
      <w:sz w:val="144"/>
      <w:szCs w:val="24"/>
      <w:lang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141FBB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Ondertitel">
    <w:name w:val="Subtitle"/>
    <w:basedOn w:val="Standaard"/>
    <w:link w:val="OndertitelChar"/>
    <w:qFormat/>
    <w:rsid w:val="00141FBB"/>
    <w:pPr>
      <w:spacing w:after="0" w:line="240" w:lineRule="auto"/>
      <w:jc w:val="center"/>
    </w:pPr>
    <w:rPr>
      <w:rFonts w:ascii="Tag LET" w:eastAsia="Times New Roman" w:hAnsi="Tag LET" w:cs="Times New Roman"/>
      <w:b/>
      <w:bCs/>
      <w:sz w:val="144"/>
      <w:szCs w:val="24"/>
      <w:lang w:eastAsia="nl-NL"/>
    </w:rPr>
  </w:style>
  <w:style w:type="character" w:customStyle="1" w:styleId="OndertitelChar">
    <w:name w:val="Ondertitel Char"/>
    <w:basedOn w:val="Standaardalinea-lettertype"/>
    <w:link w:val="Ondertitel"/>
    <w:rsid w:val="00141FBB"/>
    <w:rPr>
      <w:rFonts w:ascii="Tag LET" w:eastAsia="Times New Roman" w:hAnsi="Tag LET" w:cs="Times New Roman"/>
      <w:b/>
      <w:bCs/>
      <w:sz w:val="144"/>
      <w:szCs w:val="24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Vinny27</Company>
  <LinksUpToDate>false</LinksUpToDate>
  <CharactersWithSpaces>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Fion</dc:creator>
  <cp:lastModifiedBy>Fion</cp:lastModifiedBy>
  <cp:revision>1</cp:revision>
  <dcterms:created xsi:type="dcterms:W3CDTF">2015-08-10T09:42:00Z</dcterms:created>
  <dcterms:modified xsi:type="dcterms:W3CDTF">2015-08-10T09:43:00Z</dcterms:modified>
</cp:coreProperties>
</file>